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868030" w14:textId="7626044D" w:rsidR="00F422D3" w:rsidRPr="005D6794" w:rsidRDefault="00F422D3" w:rsidP="00022F72">
      <w:pPr>
        <w:pStyle w:val="Titul1"/>
      </w:pPr>
      <w:r w:rsidRPr="005D6794">
        <w:t>S</w:t>
      </w:r>
      <w:r w:rsidR="00022F72">
        <w:t>mlouva o dílo na zhotovení stavby</w:t>
      </w:r>
    </w:p>
    <w:p w14:paraId="65F0BE3A" w14:textId="68B65010" w:rsidR="00F422D3" w:rsidRDefault="00F422D3" w:rsidP="00BB1390">
      <w:pPr>
        <w:pStyle w:val="Titul2"/>
      </w:pPr>
      <w:r>
        <w:t xml:space="preserve">Název </w:t>
      </w:r>
      <w:r w:rsidRPr="00BB1390">
        <w:t>zakázky</w:t>
      </w:r>
      <w:r>
        <w:t>: „</w:t>
      </w:r>
      <w:r w:rsidR="0072651E" w:rsidRPr="004F4E60">
        <w:t>Výstavba PZS v km 100,674 (P7961) na trati Brno – Vlárský průsmyk</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6F43BC1" w14:textId="77777777" w:rsidR="0029381E" w:rsidRDefault="0029381E" w:rsidP="0029381E">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547E09FE" w14:textId="5F2DA999" w:rsidR="00F422D3" w:rsidRDefault="00F422D3" w:rsidP="00B42F40">
      <w:pPr>
        <w:pStyle w:val="Textbezodsazen"/>
      </w:pPr>
      <w:r>
        <w:t>ISPROFOND</w:t>
      </w:r>
      <w:r w:rsidR="00A07DDA">
        <w:t>/SUBISPROFIN</w:t>
      </w:r>
      <w:r>
        <w:t xml:space="preserve">: </w:t>
      </w:r>
      <w:r w:rsidR="0072651E">
        <w:t>3273514800/5723530054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spojení: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lastRenderedPageBreak/>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 xml:space="preserve">obchodních podmínkách, které </w:t>
      </w:r>
      <w:proofErr w:type="gramStart"/>
      <w:r>
        <w:t>tvoří</w:t>
      </w:r>
      <w:proofErr w:type="gramEnd"/>
      <w:r>
        <w:t xml:space="preserve">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555778D1" w:rsidR="007D26F9" w:rsidRDefault="007D26F9" w:rsidP="00BC5BDD">
      <w:pPr>
        <w:pStyle w:val="Text1-1"/>
      </w:pPr>
      <w:r>
        <w:t xml:space="preserve">Objednatel oznámil </w:t>
      </w:r>
      <w:r w:rsidR="00121010" w:rsidRPr="0072651E">
        <w:t xml:space="preserve">uveřejněním na Profilu zadavatele: </w:t>
      </w:r>
      <w:hyperlink r:id="rId11" w:history="1">
        <w:r w:rsidR="00121010" w:rsidRPr="0072651E">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72651E" w:rsidRPr="0072651E">
        <w:rPr>
          <w:rStyle w:val="Tun"/>
        </w:rPr>
        <w:t>Výstavba PZS v km 100,674 (P7961) na trati Brno – Vlárský průsmyk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09504E93"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 xml:space="preserve">dle odst. </w:t>
      </w:r>
      <w:r w:rsidR="009B03FF">
        <w:rPr>
          <w:rStyle w:val="Tun"/>
          <w:b w:val="0"/>
        </w:rPr>
        <w:t>2</w:t>
      </w:r>
      <w:r w:rsidRPr="00517C97">
        <w:rPr>
          <w:rStyle w:val="Tun"/>
          <w:b w:val="0"/>
        </w:rPr>
        <w:t>.1.1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2F2047A9" w:rsidR="007D26F9" w:rsidRPr="008F7242" w:rsidRDefault="007D26F9" w:rsidP="00BC5BDD">
      <w:pPr>
        <w:pStyle w:val="Textbezslovn"/>
        <w:rPr>
          <w:rStyle w:val="Tun"/>
        </w:rPr>
      </w:pPr>
      <w:r w:rsidRPr="008F7242">
        <w:rPr>
          <w:rStyle w:val="Tun"/>
        </w:rPr>
        <w:t xml:space="preserve">Celková lhůta pro dokončení Díla </w:t>
      </w:r>
      <w:r w:rsidRPr="00517C97">
        <w:rPr>
          <w:rStyle w:val="Tun"/>
          <w:b w:val="0"/>
        </w:rPr>
        <w:t>činí celkem</w:t>
      </w:r>
      <w:r w:rsidRPr="008F7242">
        <w:rPr>
          <w:rStyle w:val="Tun"/>
        </w:rPr>
        <w:t xml:space="preserve"> </w:t>
      </w:r>
      <w:r w:rsidR="0072651E">
        <w:rPr>
          <w:rStyle w:val="Tun"/>
        </w:rPr>
        <w:t>19</w:t>
      </w:r>
      <w:r w:rsidRPr="008F7242">
        <w:rPr>
          <w:rStyle w:val="Tun"/>
        </w:rPr>
        <w:t xml:space="preserve"> </w:t>
      </w:r>
      <w:r w:rsidRPr="00517C97">
        <w:rPr>
          <w:rStyle w:val="Tun"/>
        </w:rPr>
        <w:t xml:space="preserve">měsíců ode </w:t>
      </w:r>
      <w:r w:rsidR="009B03FF">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3AC6763F" w14:textId="40C82C55" w:rsidR="007D26F9" w:rsidRDefault="007D26F9" w:rsidP="00BC5BDD">
      <w:pPr>
        <w:pStyle w:val="Textbezslovn"/>
      </w:pPr>
      <w:r w:rsidRPr="00517C97">
        <w:rPr>
          <w:b/>
        </w:rPr>
        <w:t>Lhůta pro dokončení stavebních prací</w:t>
      </w:r>
      <w:r>
        <w:t xml:space="preserve"> činí celkem </w:t>
      </w:r>
      <w:r w:rsidR="0072651E">
        <w:rPr>
          <w:rStyle w:val="Tun"/>
        </w:rPr>
        <w:t>13</w:t>
      </w:r>
      <w:r w:rsidRPr="008F7242">
        <w:rPr>
          <w:rStyle w:val="Tun"/>
        </w:rPr>
        <w:t xml:space="preserve"> měsíc</w:t>
      </w:r>
      <w:r w:rsidRPr="00517C97">
        <w:rPr>
          <w:rStyle w:val="Tun"/>
        </w:rPr>
        <w:t>ů</w:t>
      </w:r>
      <w:r w:rsidRPr="00517C97">
        <w:rPr>
          <w:b/>
        </w:rPr>
        <w:t xml:space="preserve"> ode </w:t>
      </w:r>
      <w:r w:rsidR="009B03FF">
        <w:rPr>
          <w:b/>
        </w:rPr>
        <w:t>D</w:t>
      </w:r>
      <w:r w:rsidRPr="00517C97">
        <w:rPr>
          <w:b/>
        </w:rPr>
        <w:t>ne zahájení stavebních prací</w:t>
      </w:r>
      <w:r w:rsidR="00A65D4D">
        <w:t xml:space="preserve">, </w:t>
      </w:r>
      <w:r w:rsidR="00A65D4D" w:rsidRPr="00A65D4D">
        <w:rPr>
          <w:b/>
          <w:bCs/>
        </w:rPr>
        <w:t xml:space="preserve">mimo </w:t>
      </w:r>
      <w:bookmarkStart w:id="0" w:name="_Hlk162939247"/>
      <w:r w:rsidR="00A65D4D" w:rsidRPr="00A65D4D">
        <w:rPr>
          <w:b/>
          <w:bCs/>
        </w:rPr>
        <w:t>SO 11-10-01.1 Kolejový svršek km 100,651 – 100,705 km Kolejov</w:t>
      </w:r>
      <w:r w:rsidR="00105CB7">
        <w:rPr>
          <w:b/>
          <w:bCs/>
        </w:rPr>
        <w:t>ý</w:t>
      </w:r>
      <w:r w:rsidR="00A65D4D" w:rsidRPr="00A65D4D">
        <w:rPr>
          <w:b/>
          <w:bCs/>
        </w:rPr>
        <w:t xml:space="preserve"> svršek</w:t>
      </w:r>
      <w:bookmarkEnd w:id="0"/>
      <w:r w:rsidR="00A65D4D" w:rsidRPr="00A65D4D">
        <w:rPr>
          <w:b/>
          <w:bCs/>
        </w:rPr>
        <w:t>, u kterého lhůta pro dokončení stavebních prací činí celkem 3 měsíce ode Dne zahájení stavebních prací</w:t>
      </w:r>
      <w:r w:rsidR="00A65D4D">
        <w:t>. D</w:t>
      </w:r>
      <w:r>
        <w:t>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převzetí Díla.</w:t>
      </w:r>
    </w:p>
    <w:p w14:paraId="1DB2B6D5" w14:textId="72F33F33" w:rsidR="002D7AA5" w:rsidRPr="009A12BD" w:rsidRDefault="00E00CD2" w:rsidP="002D7AA5">
      <w:pPr>
        <w:pStyle w:val="Odrka1-3"/>
        <w:numPr>
          <w:ilvl w:val="0"/>
          <w:numId w:val="0"/>
        </w:numPr>
        <w:ind w:left="709"/>
      </w:pPr>
      <w:r w:rsidRPr="00F772E8">
        <w:rPr>
          <w:b/>
          <w:bCs/>
        </w:rPr>
        <w:t>Následná</w:t>
      </w:r>
      <w:r w:rsidRPr="00F772E8">
        <w:rPr>
          <w:bCs/>
        </w:rPr>
        <w:t xml:space="preserve"> </w:t>
      </w:r>
      <w:r w:rsidRPr="00F772E8">
        <w:rPr>
          <w:b/>
          <w:bCs/>
        </w:rPr>
        <w:t>úprava směrového a výškového uspořádání koleje</w:t>
      </w:r>
      <w:r w:rsidRPr="00F772E8">
        <w:rPr>
          <w:bCs/>
        </w:rPr>
        <w:t xml:space="preserve">, která se týká </w:t>
      </w:r>
      <w:r w:rsidR="0072651E" w:rsidRPr="00F772E8">
        <w:rPr>
          <w:bCs/>
        </w:rPr>
        <w:t>„</w:t>
      </w:r>
      <w:r w:rsidRPr="00F772E8">
        <w:rPr>
          <w:bCs/>
        </w:rPr>
        <w:t xml:space="preserve">SO </w:t>
      </w:r>
      <w:r w:rsidR="0072651E" w:rsidRPr="00F772E8">
        <w:rPr>
          <w:bCs/>
        </w:rPr>
        <w:t>11-10-01.2 Úprava GPK – 3.podbití“</w:t>
      </w:r>
      <w:r w:rsidRPr="00F772E8">
        <w:rPr>
          <w:bCs/>
        </w:rPr>
        <w:t xml:space="preserve">, bude provedena do </w:t>
      </w:r>
      <w:r w:rsidR="0072651E" w:rsidRPr="00F772E8">
        <w:rPr>
          <w:b/>
          <w:bCs/>
        </w:rPr>
        <w:t>1</w:t>
      </w:r>
      <w:r w:rsidR="00EF6C83">
        <w:rPr>
          <w:b/>
          <w:bCs/>
        </w:rPr>
        <w:t>0</w:t>
      </w:r>
      <w:r w:rsidRPr="00F772E8">
        <w:rPr>
          <w:b/>
          <w:bCs/>
        </w:rPr>
        <w:t xml:space="preserve"> měsíců</w:t>
      </w:r>
      <w:r w:rsidRPr="00F772E8">
        <w:rPr>
          <w:bCs/>
        </w:rPr>
        <w:t xml:space="preserve"> </w:t>
      </w:r>
      <w:r w:rsidRPr="00EF6C83">
        <w:rPr>
          <w:b/>
        </w:rPr>
        <w:t xml:space="preserve">ode dne podpisu posledního Zápisu o předání a převzetí </w:t>
      </w:r>
      <w:r w:rsidR="00EF6C83" w:rsidRPr="00EF6C83">
        <w:rPr>
          <w:b/>
        </w:rPr>
        <w:t>SO 11-10-01.1 Kolejový svršek km 100,651 – 100,705 km Kolejov</w:t>
      </w:r>
      <w:r w:rsidR="00105CB7">
        <w:rPr>
          <w:b/>
        </w:rPr>
        <w:t>ý</w:t>
      </w:r>
      <w:r w:rsidR="00EF6C83" w:rsidRPr="00EF6C83">
        <w:rPr>
          <w:b/>
        </w:rPr>
        <w:t xml:space="preserve"> svršek</w:t>
      </w:r>
      <w:r w:rsidRPr="00EF6C83">
        <w:rPr>
          <w:b/>
        </w:rPr>
        <w:t>.</w:t>
      </w:r>
      <w:r w:rsidRPr="00F772E8">
        <w:rPr>
          <w:bCs/>
        </w:rPr>
        <w:t xml:space="preserve"> Po provedení úpravy směrového a výškového uspořádání koleje bude sepsán Zápis o odevzdání a převzetí následné úpravy směrového a výškového uspořádání koleje.</w:t>
      </w:r>
      <w:r w:rsidR="002D7AA5" w:rsidRPr="00F772E8">
        <w:rPr>
          <w:bCs/>
        </w:rPr>
        <w:t xml:space="preserve"> </w:t>
      </w:r>
    </w:p>
    <w:p w14:paraId="07B97483" w14:textId="51DB443D" w:rsidR="007D26F9" w:rsidRPr="00F772E8" w:rsidRDefault="007D26F9" w:rsidP="00F772E8">
      <w:pPr>
        <w:pStyle w:val="Textbezslovn"/>
      </w:pPr>
      <w:r w:rsidRPr="003E7501">
        <w:rPr>
          <w:b/>
        </w:rPr>
        <w:t xml:space="preserve">Předání </w:t>
      </w:r>
      <w:r w:rsidRPr="00F772E8">
        <w:rPr>
          <w:b/>
        </w:rPr>
        <w:t>posouzení interoperability</w:t>
      </w:r>
      <w:r w:rsidRPr="00F772E8">
        <w:t xml:space="preserve">, včetně zajištění všech souvisejících dokladů, podle </w:t>
      </w:r>
      <w:proofErr w:type="spellStart"/>
      <w:r w:rsidRPr="00F772E8">
        <w:t>ust</w:t>
      </w:r>
      <w:proofErr w:type="spellEnd"/>
      <w:r w:rsidRPr="00F772E8">
        <w:t>. § 49b zákona 266/1994 Sb.</w:t>
      </w:r>
      <w:r w:rsidR="001624A7" w:rsidRPr="00F772E8">
        <w:t>, o dráhách,</w:t>
      </w:r>
      <w:r w:rsidRPr="00F772E8">
        <w:t xml:space="preserve"> ve znění pozdějších předpisů, </w:t>
      </w:r>
      <w:r w:rsidRPr="00F772E8">
        <w:rPr>
          <w:b/>
        </w:rPr>
        <w:t>předání osvědčení</w:t>
      </w:r>
      <w:r w:rsidR="00A349C6" w:rsidRPr="00F772E8">
        <w:rPr>
          <w:b/>
        </w:rPr>
        <w:t xml:space="preserve"> o </w:t>
      </w:r>
      <w:r w:rsidRPr="00F772E8">
        <w:rPr>
          <w:b/>
        </w:rPr>
        <w:t>bezpečnosti</w:t>
      </w:r>
      <w:r w:rsidRPr="00F772E8">
        <w:t xml:space="preserve"> zpracovaného nezávislým posuzovatelem podle prováděcího nařízení Komise (EU) č. 402</w:t>
      </w:r>
      <w:r>
        <w:t>/2013 ze dne 30. dubna 2013</w:t>
      </w:r>
      <w:r w:rsidR="00A349C6">
        <w:t xml:space="preserve"> o </w:t>
      </w:r>
      <w:r>
        <w:t>společné bezpečnostní metodě pro hodnocení</w:t>
      </w:r>
      <w:r w:rsidR="00A349C6">
        <w:t xml:space="preserve"> a </w:t>
      </w:r>
      <w:r>
        <w:t>posuzování rizik</w:t>
      </w:r>
      <w:r w:rsidR="00A349C6">
        <w:t xml:space="preserve"> a o </w:t>
      </w:r>
      <w:r>
        <w:t xml:space="preserve">zrušení nařízení (ES) č. 352/2009, </w:t>
      </w:r>
      <w:r w:rsidRPr="00517C97">
        <w:rPr>
          <w:b/>
        </w:rPr>
        <w:t xml:space="preserve">předání </w:t>
      </w:r>
      <w:r w:rsidRPr="00517C97">
        <w:rPr>
          <w:b/>
        </w:rPr>
        <w:lastRenderedPageBreak/>
        <w:t>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rsidRPr="00517C97">
        <w:rPr>
          <w:b/>
        </w:rPr>
        <w:t xml:space="preserve"> ode dne podpisu posledního Zápisu</w:t>
      </w:r>
      <w:r w:rsidR="00A349C6" w:rsidRPr="00517C97">
        <w:rPr>
          <w:b/>
        </w:rPr>
        <w:t xml:space="preserve"> o </w:t>
      </w:r>
      <w:r w:rsidRPr="00517C97">
        <w:rPr>
          <w:b/>
        </w:rPr>
        <w:t>předání</w:t>
      </w:r>
      <w:r w:rsidR="00A349C6" w:rsidRPr="00517C97">
        <w:rPr>
          <w:b/>
        </w:rPr>
        <w:t xml:space="preserve"> a </w:t>
      </w:r>
      <w:r w:rsidRPr="00517C97">
        <w:rPr>
          <w:b/>
        </w:rPr>
        <w:t>převzetí Díla</w:t>
      </w:r>
      <w:r>
        <w:t>.</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6D5F4CA8" w:rsidR="007D26F9" w:rsidRDefault="007D26F9" w:rsidP="00BC5BDD">
      <w:pPr>
        <w:pStyle w:val="Text1-1"/>
      </w:pPr>
      <w:r>
        <w:t>Místo plnění je dáno místem,</w:t>
      </w:r>
      <w:r w:rsidR="00A349C6">
        <w:t xml:space="preserve"> v </w:t>
      </w:r>
      <w:r>
        <w:t>němž má být Dílo dle Dokumentace pro povolení</w:t>
      </w:r>
      <w:r w:rsidR="00A349C6">
        <w:t xml:space="preserve"> </w:t>
      </w:r>
      <w:r w:rsidR="001624A7">
        <w:t xml:space="preserve">záměru </w:t>
      </w:r>
      <w:r w:rsidR="00A349C6">
        <w:t>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proofErr w:type="gramStart"/>
      <w:r>
        <w:t>Objednatelem</w:t>
      </w:r>
      <w:proofErr w:type="gramEnd"/>
      <w:r>
        <w:t xml:space="preserve">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448681A6" w:rsidR="00C64C19" w:rsidRDefault="00C64C19" w:rsidP="00ED681C">
      <w:pPr>
        <w:pStyle w:val="Text1-1"/>
      </w:pPr>
      <w:r w:rsidRPr="008C7657">
        <w:t>Ustanovení článk</w:t>
      </w:r>
      <w:r w:rsidR="00ED681C">
        <w:t>ů</w:t>
      </w:r>
      <w:r w:rsidRPr="008C7657">
        <w:t xml:space="preserve"> 14. BANKOVNÍ ZÁRUKA ZA PROVEDENÍ DÍLA </w:t>
      </w:r>
      <w:r w:rsidR="007C0E5F">
        <w:t xml:space="preserve">A POJISTNÁ ZÁRUKA ZA PROVEDENÍ DÍLA </w:t>
      </w:r>
      <w:r w:rsidR="00ED681C">
        <w:t xml:space="preserve">a 15. BANKOVNÍ ZÁRUKA ZA ODSTRANĚNÍ VAD </w:t>
      </w:r>
      <w:r w:rsidR="007C0E5F">
        <w:t xml:space="preserve">A POJISTNÁ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4E65E9AC"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r w:rsidR="007C0E5F">
        <w:t xml:space="preserve"> </w:t>
      </w:r>
      <w:r>
        <w:t>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 xml:space="preserve">předčasnému </w:t>
      </w:r>
      <w:r w:rsidRPr="009A12BD">
        <w:lastRenderedPageBreak/>
        <w:t>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776C08D2"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w:t>
      </w:r>
      <w:r w:rsidR="001624A7">
        <w:t xml:space="preserve"> </w:t>
      </w:r>
      <w:r w:rsidRPr="002D7AA5">
        <w:t>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 xml:space="preserve">b) se musí rovnat </w:t>
      </w:r>
      <w:proofErr w:type="gramStart"/>
      <w:r w:rsidRPr="002D7AA5">
        <w:t>100%</w:t>
      </w:r>
      <w:proofErr w:type="gramEnd"/>
      <w:r w:rsidRPr="002D7AA5">
        <w:t xml:space="preserve"> hodnotě veškerých prací provedených v souladu se Smlouvou.</w:t>
      </w:r>
    </w:p>
    <w:p w14:paraId="520F6BF0" w14:textId="0EF446DE"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9D5D51">
        <w:t>10</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4176A44C"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7A0137">
        <w:rPr>
          <w:rFonts w:eastAsia="Times New Roman" w:cs="Times New Roman"/>
          <w:sz w:val="18"/>
          <w:szCs w:val="18"/>
        </w:rPr>
        <w:t>9</w:t>
      </w:r>
      <w:r w:rsidRPr="00CF42C9">
        <w:rPr>
          <w:rFonts w:eastAsia="Times New Roman" w:cs="Times New Roman"/>
          <w:sz w:val="18"/>
          <w:szCs w:val="18"/>
        </w:rPr>
        <w:t xml:space="preserve">.1 této Smlouvy. </w:t>
      </w:r>
    </w:p>
    <w:p w14:paraId="7106ECDE" w14:textId="5F5311A2" w:rsidR="004A36B7" w:rsidRPr="00CF42C9" w:rsidRDefault="0076741A" w:rsidP="004A36B7">
      <w:pPr>
        <w:numPr>
          <w:ilvl w:val="2"/>
          <w:numId w:val="34"/>
        </w:numPr>
        <w:spacing w:after="120" w:line="264" w:lineRule="auto"/>
        <w:jc w:val="both"/>
        <w:rPr>
          <w:sz w:val="18"/>
          <w:szCs w:val="18"/>
        </w:rPr>
      </w:pPr>
      <w:r>
        <w:rPr>
          <w:rFonts w:eastAsia="Times New Roman" w:cs="Times New Roman"/>
          <w:sz w:val="18"/>
          <w:szCs w:val="18"/>
        </w:rPr>
        <w:t>Porady a 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C82D65">
        <w:rPr>
          <w:rFonts w:eastAsia="Times New Roman" w:cs="Times New Roman"/>
          <w:sz w:val="18"/>
          <w:szCs w:val="18"/>
        </w:rPr>
        <w:t xml:space="preserve">při provádění Díla, se </w:t>
      </w:r>
      <w:r w:rsidR="004A36B7" w:rsidRPr="00CF42C9">
        <w:rPr>
          <w:rFonts w:eastAsia="Times New Roman" w:cs="Times New Roman"/>
          <w:sz w:val="18"/>
          <w:szCs w:val="18"/>
        </w:rPr>
        <w:t xml:space="preserve">budou </w:t>
      </w:r>
      <w:r w:rsidR="00C82D65">
        <w:rPr>
          <w:rFonts w:eastAsia="Times New Roman" w:cs="Times New Roman"/>
          <w:sz w:val="18"/>
          <w:szCs w:val="18"/>
        </w:rPr>
        <w:t xml:space="preserve">konat </w:t>
      </w:r>
      <w:r w:rsidR="004A36B7" w:rsidRPr="00CF42C9">
        <w:rPr>
          <w:rFonts w:eastAsia="Times New Roman" w:cs="Times New Roman"/>
          <w:sz w:val="18"/>
          <w:szCs w:val="18"/>
        </w:rPr>
        <w:t xml:space="preserve">primárně distančním způsobem (elektronicky, např. MS Teams, Google </w:t>
      </w:r>
      <w:proofErr w:type="gramStart"/>
      <w:r w:rsidR="004A36B7" w:rsidRPr="00CF42C9">
        <w:rPr>
          <w:rFonts w:eastAsia="Times New Roman" w:cs="Times New Roman"/>
          <w:sz w:val="18"/>
          <w:szCs w:val="18"/>
        </w:rPr>
        <w:t>meet,</w:t>
      </w:r>
      <w:proofErr w:type="gramEnd"/>
      <w:r w:rsidR="004A36B7" w:rsidRPr="00CF42C9">
        <w:rPr>
          <w:rFonts w:eastAsia="Times New Roman" w:cs="Times New Roman"/>
          <w:sz w:val="18"/>
          <w:szCs w:val="18"/>
        </w:rPr>
        <w:t xml:space="preserve"> atp.), pokud nebude nutné, aby byly spojeny s místním šetřením.</w:t>
      </w:r>
    </w:p>
    <w:p w14:paraId="31B9FDA1" w14:textId="2547FD2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že v průběhu plnění Díla umožní v</w:t>
      </w:r>
      <w:r w:rsidR="007B68F6">
        <w:rPr>
          <w:rFonts w:eastAsia="Times New Roman" w:cs="Times New Roman"/>
          <w:sz w:val="18"/>
          <w:szCs w:val="18"/>
        </w:rPr>
        <w:t> </w:t>
      </w:r>
      <w:r w:rsidRPr="00CF42C9">
        <w:rPr>
          <w:rFonts w:eastAsia="Times New Roman" w:cs="Times New Roman"/>
          <w:sz w:val="18"/>
          <w:szCs w:val="18"/>
        </w:rPr>
        <w:t>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 xml:space="preserve">provedení </w:t>
      </w:r>
      <w:r w:rsidR="00F772E8">
        <w:rPr>
          <w:rFonts w:eastAsia="Times New Roman" w:cs="Times New Roman"/>
          <w:sz w:val="18"/>
          <w:szCs w:val="18"/>
        </w:rPr>
        <w:t xml:space="preserve">jedné </w:t>
      </w:r>
      <w:r w:rsidR="00EE3BC9" w:rsidRPr="00CF42C9">
        <w:rPr>
          <w:rFonts w:eastAsia="Times New Roman" w:cs="Times New Roman"/>
          <w:sz w:val="18"/>
          <w:szCs w:val="18"/>
        </w:rPr>
        <w:t>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p>
    <w:p w14:paraId="6AC289CE" w14:textId="0E34CD81" w:rsidR="004A36B7" w:rsidRPr="00F772E8"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 xml:space="preserve">O provedené exkurzi je Zhotovitel povinen informovat Objednatele písemnou zprávou nejpozději do 14 dnů od konání exkurze. Zpráva musí obsahovat sdělení o škole, předmětu exkurze, čase konání a počtu </w:t>
      </w:r>
      <w:r w:rsidRPr="00F772E8">
        <w:rPr>
          <w:rFonts w:eastAsia="Times New Roman" w:cs="Times New Roman"/>
          <w:sz w:val="18"/>
          <w:szCs w:val="18"/>
        </w:rPr>
        <w:t xml:space="preserve">účastníků. </w:t>
      </w:r>
    </w:p>
    <w:p w14:paraId="3E9D6F49" w14:textId="77777777" w:rsidR="007A0137" w:rsidRPr="00F772E8" w:rsidRDefault="007A0137" w:rsidP="007A0137">
      <w:pPr>
        <w:pStyle w:val="Text1-1"/>
        <w:numPr>
          <w:ilvl w:val="1"/>
          <w:numId w:val="9"/>
        </w:numPr>
      </w:pPr>
      <w:r w:rsidRPr="00F772E8">
        <w:t>Objednatel si vyhrazuje:</w:t>
      </w:r>
    </w:p>
    <w:p w14:paraId="38C30A41" w14:textId="77777777" w:rsidR="007A0137" w:rsidRPr="00F772E8" w:rsidRDefault="007A0137" w:rsidP="007A0137">
      <w:pPr>
        <w:pStyle w:val="Text1-2"/>
        <w:numPr>
          <w:ilvl w:val="0"/>
          <w:numId w:val="0"/>
        </w:numPr>
        <w:ind w:left="1134"/>
      </w:pPr>
      <w:r w:rsidRPr="00F772E8">
        <w:t>požadavek, že ní</w:t>
      </w:r>
      <w:r w:rsidRPr="00F772E8">
        <w:rPr>
          <w:rStyle w:val="Text1-2Char"/>
        </w:rPr>
        <w:t>ž</w:t>
      </w:r>
      <w:r w:rsidRPr="00F772E8">
        <w:t>e uvedené významné činnosti při plnění veřejné zakázky musí být plněny přímo Zhotovitelem jeho vlastními prostředky:</w:t>
      </w:r>
    </w:p>
    <w:p w14:paraId="1ABCCAB2" w14:textId="00BA14F1" w:rsidR="007A0137" w:rsidRPr="00F772E8" w:rsidRDefault="00F772E8" w:rsidP="00F772E8">
      <w:pPr>
        <w:pStyle w:val="Odrka1-3"/>
        <w:numPr>
          <w:ilvl w:val="2"/>
          <w:numId w:val="6"/>
        </w:numPr>
      </w:pPr>
      <w:r w:rsidRPr="00F772E8">
        <w:t xml:space="preserve">Realizace spočívající v dodávce a montáži technologického zařízení v rámci: </w:t>
      </w:r>
      <w:r w:rsidRPr="00F772E8">
        <w:rPr>
          <w:b/>
        </w:rPr>
        <w:t>PS 01-01-31 Zabezpečovací zařízení (PZS) P7961 v km 100,674</w:t>
      </w:r>
      <w:r w:rsidRPr="00F772E8">
        <w:t xml:space="preserve"> mimo zemní práce a zeměměřická měření.</w:t>
      </w:r>
    </w:p>
    <w:p w14:paraId="47A533B4" w14:textId="0680791C" w:rsidR="009445AE" w:rsidRDefault="009445AE" w:rsidP="009445AE">
      <w:pPr>
        <w:pStyle w:val="Text1-1"/>
        <w:numPr>
          <w:ilvl w:val="1"/>
          <w:numId w:val="9"/>
        </w:numPr>
      </w:pPr>
      <w:r w:rsidRPr="00F772E8">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w:t>
      </w:r>
      <w:r w:rsidRPr="00913311">
        <w:t xml:space="preserve"> plynoucím z platných právních předpisů. Zhotovitel odpovídá za vzniklé škody způsobené nedodržením těchto povinností. Po ukončení užívání přístupové cesty je Zhotovitel povinen uvést ji na svůj náklad do původního stavu.</w:t>
      </w:r>
      <w:r>
        <w:t xml:space="preserve"> </w:t>
      </w:r>
    </w:p>
    <w:p w14:paraId="7C62739E" w14:textId="691D5914" w:rsidR="007A0137" w:rsidRPr="00F772E8" w:rsidRDefault="007A0137" w:rsidP="00F772E8">
      <w:pPr>
        <w:pStyle w:val="Text1-1"/>
        <w:numPr>
          <w:ilvl w:val="1"/>
          <w:numId w:val="9"/>
        </w:numPr>
        <w:rPr>
          <w:i/>
          <w:iCs/>
        </w:rPr>
      </w:pPr>
      <w:r w:rsidRPr="00F772E8">
        <w:rPr>
          <w:i/>
          <w:iCs/>
        </w:rPr>
        <w:t>NEOBSAZENO</w:t>
      </w:r>
    </w:p>
    <w:p w14:paraId="4F8E44FE" w14:textId="77777777" w:rsidR="00CC7CAD" w:rsidRDefault="00CC7CAD" w:rsidP="00CC7CAD">
      <w:pPr>
        <w:pStyle w:val="Text1-1"/>
        <w:numPr>
          <w:ilvl w:val="1"/>
          <w:numId w:val="9"/>
        </w:numPr>
      </w:pPr>
      <w:r>
        <w:t>Mezinárodní sankce</w:t>
      </w:r>
    </w:p>
    <w:p w14:paraId="4BEC7F33" w14:textId="77777777" w:rsidR="00473225" w:rsidRDefault="00CC7CAD" w:rsidP="00CC7CAD">
      <w:pPr>
        <w:pStyle w:val="Text1-2"/>
        <w:numPr>
          <w:ilvl w:val="2"/>
          <w:numId w:val="9"/>
        </w:numPr>
        <w:tabs>
          <w:tab w:val="clear" w:pos="1928"/>
          <w:tab w:val="num" w:pos="1503"/>
        </w:tabs>
        <w:ind w:left="1503"/>
      </w:pPr>
      <w:r w:rsidRPr="00025B8A">
        <w:t>Zhotovitel prohlašuje, že</w:t>
      </w:r>
      <w:r>
        <w:t xml:space="preserve"> </w:t>
      </w:r>
    </w:p>
    <w:p w14:paraId="3B7D74B4" w14:textId="6BC16172" w:rsidR="00473225" w:rsidRDefault="00473225" w:rsidP="00561808">
      <w:pPr>
        <w:pStyle w:val="Text1-2"/>
        <w:numPr>
          <w:ilvl w:val="0"/>
          <w:numId w:val="48"/>
        </w:numPr>
      </w:pPr>
      <w:r>
        <w:t>on, ani žádný z jeho poddodavatelů, nejsou osobami, na něž se vztahuje zákaz zadání veřejné zakázky ve smyslu § 48a ZZVZ,</w:t>
      </w:r>
    </w:p>
    <w:p w14:paraId="0F92ADC7" w14:textId="77777777" w:rsidR="00473225" w:rsidRDefault="00473225" w:rsidP="00561808">
      <w:pPr>
        <w:pStyle w:val="Text1-2"/>
        <w:numPr>
          <w:ilvl w:val="0"/>
          <w:numId w:val="48"/>
        </w:numPr>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FF9AE60" w14:textId="0C6CA56F" w:rsidR="00CC7CAD" w:rsidRPr="00922189" w:rsidRDefault="00CC7CAD" w:rsidP="00561808">
      <w:pPr>
        <w:pStyle w:val="Text1-2"/>
        <w:numPr>
          <w:ilvl w:val="0"/>
          <w:numId w:val="48"/>
        </w:numPr>
      </w:pPr>
      <w:r w:rsidRPr="00922189">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306966" w:rsidRPr="000E0846">
        <w:t xml:space="preserve">anebo osobami dle čl. 2 nařízení Rady (ES) uvedeném v odstavci </w:t>
      </w:r>
      <w:r w:rsidR="00306966">
        <w:t>4.13.4</w:t>
      </w:r>
      <w:r w:rsidR="00306966" w:rsidRPr="000E0846">
        <w:t xml:space="preserve"> této smlouvy </w:t>
      </w:r>
      <w:r w:rsidRPr="00922189">
        <w:t>(dále jen „Sankční seznamy“)</w:t>
      </w:r>
      <w:r>
        <w:t>.</w:t>
      </w:r>
    </w:p>
    <w:p w14:paraId="48A35425" w14:textId="77777777" w:rsidR="00CC7CAD" w:rsidRDefault="00CC7CAD" w:rsidP="00CC7CAD">
      <w:pPr>
        <w:pStyle w:val="Text1-2"/>
        <w:numPr>
          <w:ilvl w:val="2"/>
          <w:numId w:val="9"/>
        </w:numPr>
        <w:tabs>
          <w:tab w:val="clear" w:pos="1928"/>
          <w:tab w:val="num" w:pos="1503"/>
        </w:tabs>
        <w:ind w:left="1503"/>
      </w:pPr>
      <w:r>
        <w:t>Je-li Zhotovitelem sdružení více osob, platí výše podmínky dle tohoto odst. 4.13 také jednotlivě pro všechny osoby v rámci Zhotovitele sdružené, a to bez ohledu na právní formu tohoto sdružení.</w:t>
      </w:r>
    </w:p>
    <w:p w14:paraId="3CDFDCEB" w14:textId="77777777" w:rsidR="00CC7CAD" w:rsidRDefault="00CC7CAD" w:rsidP="00CC7CAD">
      <w:pPr>
        <w:pStyle w:val="Text1-2"/>
        <w:numPr>
          <w:ilvl w:val="2"/>
          <w:numId w:val="9"/>
        </w:numPr>
        <w:tabs>
          <w:tab w:val="clear" w:pos="1928"/>
          <w:tab w:val="num" w:pos="1503"/>
        </w:tabs>
        <w:ind w:left="1503"/>
      </w:pPr>
      <w:r>
        <w:t>Přestane-li Zhotovitel nebo některý z jeho poddodavatelů nebo jiných osob, jejichž způsobilost byla využita ve smyslu evropských směrnic o zadávání veřejných zakázek, splňovat výše uvedené podmínky dle tohoto odst. 4.13, oznámí tuto skutečnost bez zbytečného odkladu, nejpozději však do 3 pracovních dnů ode dne, kdy přestal splňovat výše uvedené podmínky, Objednateli.</w:t>
      </w:r>
    </w:p>
    <w:p w14:paraId="732AF62A" w14:textId="150EE88E" w:rsidR="00CC7CAD" w:rsidRDefault="00CC7CAD" w:rsidP="00CC7CAD">
      <w:pPr>
        <w:pStyle w:val="Text1-2"/>
        <w:numPr>
          <w:ilvl w:val="2"/>
          <w:numId w:val="9"/>
        </w:numPr>
        <w:tabs>
          <w:tab w:val="clear" w:pos="1928"/>
          <w:tab w:val="num" w:pos="1503"/>
        </w:tabs>
        <w:ind w:left="1503"/>
      </w:pPr>
      <w:r>
        <w:lastRenderedPageBreak/>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6F50CD">
        <w:t>N</w:t>
      </w:r>
      <w:r w:rsidR="006F50CD"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52329E72" w14:textId="15C0B299" w:rsidR="00CC7CAD" w:rsidRDefault="00CC7CAD" w:rsidP="00CC7CAD">
      <w:pPr>
        <w:pStyle w:val="Text1-2"/>
        <w:numPr>
          <w:ilvl w:val="2"/>
          <w:numId w:val="9"/>
        </w:numPr>
        <w:tabs>
          <w:tab w:val="clear" w:pos="1928"/>
          <w:tab w:val="num" w:pos="1503"/>
        </w:tabs>
        <w:ind w:left="1503"/>
      </w:pPr>
      <w:r>
        <w:t xml:space="preserve">Zhotovitel se dále zavazuje, že finanční prostředky ani hospodářské zdroje, které </w:t>
      </w:r>
      <w:proofErr w:type="gramStart"/>
      <w:r>
        <w:t>obdrží</w:t>
      </w:r>
      <w:proofErr w:type="gramEnd"/>
      <w:r>
        <w:t xml:space="preserve"> od Objednatele na základě této Smlouvy a jejích případných dodatků, nezpřístupní přímo ani nepřímo fyzickým nebo právnickým osobám, subjektům či orgánům s nimi spojeným uvedeným v Sankčních seznamech, nebo v jejich prospěch.</w:t>
      </w:r>
    </w:p>
    <w:p w14:paraId="7AF5588C" w14:textId="53F58A6E" w:rsidR="00CC7CAD" w:rsidRDefault="00CC7CAD" w:rsidP="00CC7CAD">
      <w:pPr>
        <w:pStyle w:val="Text1-2"/>
        <w:numPr>
          <w:ilvl w:val="2"/>
          <w:numId w:val="9"/>
        </w:numPr>
        <w:tabs>
          <w:tab w:val="clear" w:pos="1928"/>
          <w:tab w:val="num" w:pos="1503"/>
        </w:tabs>
        <w:ind w:left="1503"/>
      </w:pPr>
      <w:proofErr w:type="gramStart"/>
      <w:r>
        <w:t>Ukáží</w:t>
      </w:r>
      <w:proofErr w:type="gramEnd"/>
      <w:r>
        <w:t xml:space="preserve">-li se prohlášení Zhotovitele dle odstavce 4.13.1 této Smlouvy jako nepravdivá nebo poruší-li Zhotovitel svou oznamovací povinnost dle odstavce 4.13.3 nebo některou z povinností dle odstavců 4.13.4 nebo 4.13.5 této Smlouvy, je Objednatel oprávněn odstoupit od této Smlouvy. Zhotovitel je dále povinen zaplatit za každé jednotlivé porušení povinností dle předchozí věty, s výjimkou oznamovací povinnosti dle odstavce 4.13.3 této Smlouvy, smluvní pokutu ve výši 300.000 Kč. Zhotovitel je dále povinen zaplatit za každé jednotlivé porušení oznamovací povinnosti dle odstavce 4.13.3, smluvní pokutu ve výši 100.000 Kč. Ustanovení § 2004 odst. 2 </w:t>
      </w:r>
      <w:r w:rsidR="001624A7">
        <w:t>o</w:t>
      </w:r>
      <w:r>
        <w:t xml:space="preserve">bčanského zákoníku a § 2050 </w:t>
      </w:r>
      <w:r w:rsidR="001624A7">
        <w:t>o</w:t>
      </w:r>
      <w:r>
        <w:t xml:space="preserve">bčanského zákoníku se nepoužijí. </w:t>
      </w:r>
    </w:p>
    <w:p w14:paraId="3152EA99" w14:textId="77777777" w:rsidR="00CC7CAD" w:rsidRPr="00B459C0" w:rsidRDefault="00CC7CAD" w:rsidP="00CC7CAD">
      <w:pPr>
        <w:pStyle w:val="Text1-1"/>
        <w:numPr>
          <w:ilvl w:val="1"/>
          <w:numId w:val="9"/>
        </w:numPr>
      </w:pPr>
      <w:r w:rsidRPr="00B459C0">
        <w:t>Požadavek na Poddodavatele</w:t>
      </w:r>
    </w:p>
    <w:p w14:paraId="54FEAD3F" w14:textId="77777777" w:rsidR="00CC7CAD" w:rsidRPr="00B459C0" w:rsidRDefault="00CC7CAD" w:rsidP="00CC7CAD">
      <w:pPr>
        <w:pStyle w:val="Text1-2"/>
        <w:numPr>
          <w:ilvl w:val="2"/>
          <w:numId w:val="9"/>
        </w:numPr>
        <w:tabs>
          <w:tab w:val="clear" w:pos="1928"/>
          <w:tab w:val="num" w:pos="1503"/>
        </w:tabs>
        <w:ind w:left="1503"/>
      </w:pPr>
      <w:r w:rsidRPr="00B459C0">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9493688" w14:textId="77777777" w:rsidR="00CC7CAD" w:rsidRPr="00B459C0" w:rsidRDefault="00CC7CAD" w:rsidP="00CC7CAD">
      <w:pPr>
        <w:pStyle w:val="Text1-2"/>
        <w:numPr>
          <w:ilvl w:val="2"/>
          <w:numId w:val="9"/>
        </w:numPr>
        <w:tabs>
          <w:tab w:val="clear" w:pos="1928"/>
          <w:tab w:val="num" w:pos="1503"/>
        </w:tabs>
        <w:ind w:left="1503"/>
      </w:pPr>
      <w:r w:rsidRPr="00B459C0">
        <w:t>Přestane-li některý z Poddodavatelů (uvedených v Příloze č. 8 této Smlouvy) splňovat výše uvedené podmínky dle odst. 4.1</w:t>
      </w:r>
      <w:r>
        <w:t>4</w:t>
      </w:r>
      <w:r w:rsidRPr="00B459C0">
        <w:t>.1 této Smlouvy, oznámí Zhotovitel tuto skutečnost bez zbytečného odkladu, nejpozději však do 3 pracovních dnů ode dne, kdy Poddodavatel přestal splňovat výše uvedené podmínky, Objednateli.</w:t>
      </w:r>
    </w:p>
    <w:p w14:paraId="18BDE7C9" w14:textId="77777777" w:rsidR="00CC7CAD" w:rsidRPr="00B459C0" w:rsidRDefault="00CC7CAD" w:rsidP="00CC7CAD">
      <w:pPr>
        <w:pStyle w:val="Text1-2"/>
        <w:numPr>
          <w:ilvl w:val="2"/>
          <w:numId w:val="9"/>
        </w:numPr>
        <w:tabs>
          <w:tab w:val="clear" w:pos="1928"/>
          <w:tab w:val="num" w:pos="1503"/>
        </w:tabs>
        <w:ind w:left="1503"/>
      </w:pPr>
      <w:r w:rsidRPr="00B459C0">
        <w:t>Objednatel může požadovat nahrazení Poddodavatele, který přestal splňovat podmínky dle odst. 4.1</w:t>
      </w:r>
      <w:r>
        <w:t>4</w:t>
      </w:r>
      <w:r w:rsidRPr="00B459C0">
        <w:t>.1 této Smlouvy.</w:t>
      </w:r>
    </w:p>
    <w:p w14:paraId="7ABCF4AE" w14:textId="71CE66A1" w:rsidR="00CC7CAD" w:rsidRDefault="00CC7CAD" w:rsidP="00CC7CAD">
      <w:pPr>
        <w:pStyle w:val="Text1-2"/>
        <w:numPr>
          <w:ilvl w:val="2"/>
          <w:numId w:val="9"/>
        </w:numPr>
        <w:tabs>
          <w:tab w:val="clear" w:pos="1928"/>
          <w:tab w:val="num" w:pos="1503"/>
        </w:tabs>
        <w:ind w:left="1503"/>
      </w:pPr>
      <w:proofErr w:type="gramStart"/>
      <w:r w:rsidRPr="00B459C0">
        <w:t>Ukáží</w:t>
      </w:r>
      <w:proofErr w:type="gramEnd"/>
      <w:r w:rsidRPr="00B459C0">
        <w:t>-li se prohlášení Zhotovitele dle odstavce 4.1</w:t>
      </w:r>
      <w:r>
        <w:t>4</w:t>
      </w:r>
      <w:r w:rsidRPr="00B459C0">
        <w:t>.1 této Smlouvy jako nepravdivá nebo poruší-li Zhotovitel svou oznamovací povinnost dle odstavce 4.1</w:t>
      </w:r>
      <w:r>
        <w:t>4</w:t>
      </w:r>
      <w:r w:rsidRPr="00B459C0">
        <w:t>.2, je Objednatel oprávněn odstoupit od této Smlouvy. Zhotovitel je dále povinen zaplatit za každé jednotlivé porušení povinností dle předchozí věty, s výjimkou oznamovací povinnosti dle odstavce 4.1</w:t>
      </w:r>
      <w:r>
        <w:t>4</w:t>
      </w:r>
      <w:r w:rsidRPr="00B459C0">
        <w:t>.2 této Smlouvy, smluvní pokutu ve výši 100.000 Kč. Zhotovitel je dále povinen zaplatit za každé jednotlivé porušení oznamovací povinnosti dle odstavce 4.1</w:t>
      </w:r>
      <w:r>
        <w:t>4</w:t>
      </w:r>
      <w:r w:rsidRPr="00B459C0">
        <w:t xml:space="preserve">.2, smluvní pokutu ve výši 50.000 Kč. Ustanovení § 2004 odst. 2 </w:t>
      </w:r>
      <w:r w:rsidR="001624A7">
        <w:t>o</w:t>
      </w:r>
      <w:r w:rsidRPr="00B459C0">
        <w:t xml:space="preserve">bčanského zákoníku a § 2050 </w:t>
      </w:r>
      <w:r w:rsidR="001624A7">
        <w:t>o</w:t>
      </w:r>
      <w:r w:rsidRPr="00B459C0">
        <w:t>bčanského zákoníku se nepoužijí.</w:t>
      </w:r>
    </w:p>
    <w:p w14:paraId="27BD6924" w14:textId="0C251F85" w:rsidR="00F772E8" w:rsidRPr="00F772E8" w:rsidRDefault="00F772E8" w:rsidP="00F772E8">
      <w:pPr>
        <w:pStyle w:val="Text1-1"/>
        <w:numPr>
          <w:ilvl w:val="1"/>
          <w:numId w:val="9"/>
        </w:numPr>
        <w:rPr>
          <w:i/>
          <w:iCs/>
          <w:color w:val="00B050"/>
        </w:rPr>
      </w:pPr>
      <w:r w:rsidRPr="00F772E8">
        <w:rPr>
          <w:i/>
          <w:iCs/>
        </w:rPr>
        <w:t>NEOBSAZENO</w:t>
      </w:r>
    </w:p>
    <w:p w14:paraId="1310D62B" w14:textId="5ED01943" w:rsidR="00A93E56" w:rsidRPr="00311475" w:rsidRDefault="009445AE" w:rsidP="009445AE">
      <w:pPr>
        <w:pStyle w:val="Text1-1"/>
        <w:numPr>
          <w:ilvl w:val="0"/>
          <w:numId w:val="0"/>
        </w:numPr>
        <w:ind w:left="737"/>
        <w:rPr>
          <w:i/>
          <w:color w:val="00B050"/>
        </w:rPr>
      </w:pPr>
      <w:r>
        <w:rPr>
          <w:i/>
          <w:color w:val="00B050"/>
        </w:rPr>
        <w:lastRenderedPageBreak/>
        <w:t>.</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DE0E1B9"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9D5D51">
        <w:t>l</w:t>
      </w:r>
      <w:r>
        <w:t>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06138B25" w14:textId="30C7F7F0" w:rsidR="00D34052" w:rsidRPr="0076741A" w:rsidRDefault="00D34052" w:rsidP="00D34052">
      <w:pPr>
        <w:pStyle w:val="Text1-1"/>
      </w:pPr>
      <w:r w:rsidRPr="0076741A">
        <w:t xml:space="preserve">Tato Smlouva je </w:t>
      </w:r>
      <w:r w:rsidR="009445AE" w:rsidRPr="0076741A">
        <w:t xml:space="preserve">vyhotovena </w:t>
      </w:r>
      <w:r w:rsidRPr="0076741A">
        <w:t>elektronick</w:t>
      </w:r>
      <w:r w:rsidR="009445AE" w:rsidRPr="0076741A">
        <w:t xml:space="preserve">y a podepsána </w:t>
      </w:r>
      <w:r w:rsidRPr="0076741A">
        <w:t xml:space="preserve">zaručeným elektronickým podpisem </w:t>
      </w:r>
      <w:r w:rsidR="009445AE" w:rsidRPr="0076741A">
        <w:t>založeným na kvalifikovaném certifikátu pro elektronický podpis nebo kvalifikovaným</w:t>
      </w:r>
      <w:r w:rsidR="009D5D51" w:rsidRPr="0076741A">
        <w:t xml:space="preserve"> elektronickým</w:t>
      </w:r>
      <w:r w:rsidR="009445AE" w:rsidRPr="0076741A">
        <w:t xml:space="preserve">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w:t>
      </w:r>
      <w:r w:rsidR="00A349C6">
        <w:lastRenderedPageBreak/>
        <w:t>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16B7B4F5"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občansk</w:t>
      </w:r>
      <w:r w:rsidR="001624A7">
        <w:t>ého</w:t>
      </w:r>
      <w:r>
        <w:t xml:space="preserve"> zákoník</w:t>
      </w:r>
      <w:r w:rsidR="001624A7">
        <w:t>u</w:t>
      </w:r>
      <w:r>
        <w:t>, ve znění pozdějších předpisů (dále jen „obchodní tajemství“),</w:t>
      </w:r>
      <w:r w:rsidR="00A349C6">
        <w:t xml:space="preserve"> a </w:t>
      </w:r>
      <w:r>
        <w:t>že se nejedná ani</w:t>
      </w:r>
      <w:r w:rsidR="00A349C6">
        <w:t xml:space="preserve"> o </w:t>
      </w:r>
      <w:r>
        <w:t>informace, které nemohou být</w:t>
      </w:r>
      <w:r w:rsidR="00A349C6">
        <w:t xml:space="preserve"> v</w:t>
      </w:r>
      <w:r w:rsidR="001624A7">
        <w:t> </w:t>
      </w:r>
      <w:r>
        <w:t>registru smluv uveřejněny na základě ustanovení § 3 odst. 1 ZRS.</w:t>
      </w:r>
    </w:p>
    <w:p w14:paraId="33E2AC64" w14:textId="4F983D75" w:rsidR="007D26F9" w:rsidRDefault="007D26F9" w:rsidP="00342DC7">
      <w:pPr>
        <w:pStyle w:val="Text1-1"/>
      </w:pPr>
      <w:r>
        <w:t xml:space="preserve">Jestliže smluvní strana </w:t>
      </w:r>
      <w:proofErr w:type="gramStart"/>
      <w:r>
        <w:t>označí</w:t>
      </w:r>
      <w:proofErr w:type="gramEnd"/>
      <w:r>
        <w:t xml:space="preserve"> za své obchodní tajemství část obsahu smlouvy, která</w:t>
      </w:r>
      <w:r w:rsidR="00A349C6">
        <w:t xml:space="preserve"> v</w:t>
      </w:r>
      <w:r w:rsidR="001624A7">
        <w:t> </w:t>
      </w:r>
      <w:r>
        <w:t>důsledku toho bude pro účely uveřejnění smlouvy</w:t>
      </w:r>
      <w:r w:rsidR="00A349C6">
        <w:t xml:space="preserve"> v</w:t>
      </w:r>
      <w:r w:rsidR="001624A7">
        <w:t> </w:t>
      </w:r>
      <w:r>
        <w:t>registru smluv znečitelněna, nese tato smluvní strana odpovědnost, pokud by smlouva</w:t>
      </w:r>
      <w:r w:rsidR="00A349C6">
        <w:t xml:space="preserve"> v</w:t>
      </w:r>
      <w:r w:rsidR="001624A7">
        <w:t> </w:t>
      </w:r>
      <w:r>
        <w:t>důsledku takového označení byla uveřejněna způsobem odporujícím ZRS,</w:t>
      </w:r>
      <w:r w:rsidR="00A349C6">
        <w:t xml:space="preserve"> a </w:t>
      </w:r>
      <w:r>
        <w:t>to bez ohledu na to, která ze stran smlouvu</w:t>
      </w:r>
      <w:r w:rsidR="00A349C6">
        <w:t xml:space="preserve"> v</w:t>
      </w:r>
      <w:r w:rsidR="001624A7">
        <w:t> </w:t>
      </w:r>
      <w:r>
        <w:t>registru smluv uveřejnila. S</w:t>
      </w:r>
      <w:r w:rsidR="001624A7">
        <w:t> </w:t>
      </w:r>
      <w:r>
        <w:t xml:space="preserve">částmi smlouvy, které druhá smluvní strana </w:t>
      </w:r>
      <w:proofErr w:type="gramStart"/>
      <w:r>
        <w:t>neoznačí</w:t>
      </w:r>
      <w:proofErr w:type="gramEnd"/>
      <w:r>
        <w:t xml:space="preserve"> za své obchodní tajemství před uzavřením této smlouvy, nebude Objednatel jako</w:t>
      </w:r>
      <w:r w:rsidR="00A349C6">
        <w:t xml:space="preserve"> s</w:t>
      </w:r>
      <w:r w:rsidR="001624A7">
        <w:t>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w:t>
      </w:r>
      <w:r w:rsidR="001624A7">
        <w:t>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4FF0C6DB" w:rsidR="007D26F9" w:rsidRDefault="007D26F9" w:rsidP="00342DC7">
      <w:pPr>
        <w:pStyle w:val="Text1-1"/>
      </w:pPr>
      <w:r>
        <w:t>Osoby uzavírající tuto Smlou</w:t>
      </w:r>
      <w:r w:rsidR="008F7242">
        <w:t>vu za Smluvní strany souhlasí</w:t>
      </w:r>
      <w:r w:rsidR="00A349C6">
        <w:t xml:space="preserve"> s</w:t>
      </w:r>
      <w:r w:rsidR="001624A7">
        <w:t> </w:t>
      </w:r>
      <w:r>
        <w:t>uveřejněním svých osobních údajů, které jsou uvedeny</w:t>
      </w:r>
      <w:r w:rsidR="00A349C6">
        <w:t xml:space="preserve"> v</w:t>
      </w:r>
      <w:r w:rsidR="001624A7">
        <w:t> </w:t>
      </w:r>
      <w:r>
        <w:t>této Smlouvě, spolu se Smlouvou</w:t>
      </w:r>
      <w:r w:rsidR="00A349C6">
        <w:t xml:space="preserve"> v</w:t>
      </w:r>
      <w:r w:rsidR="001624A7">
        <w:t>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 xml:space="preserve">Součást Smlouvy </w:t>
      </w:r>
      <w:proofErr w:type="gramStart"/>
      <w:r w:rsidRPr="00E84916">
        <w:rPr>
          <w:rStyle w:val="Tun"/>
        </w:rPr>
        <w:t>tvoří</w:t>
      </w:r>
      <w:proofErr w:type="gramEnd"/>
      <w:r w:rsidRPr="00E84916">
        <w:rPr>
          <w:rStyle w:val="Tun"/>
        </w:rPr>
        <w:t xml:space="preserve"> tyto přílohy:</w:t>
      </w:r>
    </w:p>
    <w:p w14:paraId="462A1447" w14:textId="36F8FB53" w:rsidR="007D26F9" w:rsidRDefault="007D26F9" w:rsidP="00342DC7">
      <w:pPr>
        <w:pStyle w:val="Textbezslovn"/>
      </w:pPr>
      <w:r w:rsidRPr="00A349C6">
        <w:rPr>
          <w:b/>
        </w:rPr>
        <w:t>Příloha č. 1:</w:t>
      </w:r>
      <w:r w:rsidR="008F7242">
        <w:t xml:space="preserve"> </w:t>
      </w:r>
      <w:r w:rsidR="008F7242">
        <w:tab/>
      </w:r>
      <w:r>
        <w:t xml:space="preserve">Obchodní podmínky – </w:t>
      </w:r>
      <w:r w:rsidR="00181374">
        <w:t>OP/R/28/24</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25B16196" w:rsidR="007D26F9" w:rsidRDefault="00F43D42" w:rsidP="00F43D42">
      <w:pPr>
        <w:pStyle w:val="Textbezslovn"/>
        <w:ind w:left="2127"/>
      </w:pPr>
      <w:r>
        <w:t xml:space="preserve">b) </w:t>
      </w:r>
      <w:r w:rsidR="007D26F9">
        <w:t xml:space="preserve">Všeobecné technické podmínky – </w:t>
      </w:r>
      <w:r w:rsidR="00181374">
        <w:t>VTP/R16/22</w:t>
      </w:r>
    </w:p>
    <w:p w14:paraId="239F0F49" w14:textId="065A5F3B" w:rsidR="007D26F9" w:rsidRDefault="00F43D42" w:rsidP="00F43D42">
      <w:pPr>
        <w:pStyle w:val="Textbezslovn"/>
        <w:ind w:left="2127"/>
      </w:pPr>
      <w:r>
        <w:t xml:space="preserve">c) </w:t>
      </w:r>
      <w:r w:rsidR="007D26F9">
        <w:t xml:space="preserve">Zvláštní technické podmínky </w:t>
      </w:r>
      <w:r w:rsidR="00181374">
        <w:t>na zhotovení stavby „</w:t>
      </w:r>
      <w:r w:rsidR="00181374" w:rsidRPr="004F4E60">
        <w:t>Výstavba PZS v km 100,674 (P7961) na trati Brno – Vlárský průsmyk“</w:t>
      </w:r>
      <w:r w:rsidR="00181374">
        <w:t xml:space="preserve"> ze dne 8. 3. 2024</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3D3699E2" w:rsidR="008F7242" w:rsidRDefault="007D26F9" w:rsidP="00342DC7">
      <w:pPr>
        <w:pStyle w:val="Textbezslovn"/>
      </w:pPr>
      <w:r w:rsidRPr="00A349C6">
        <w:rPr>
          <w:b/>
        </w:rPr>
        <w:t>Příloha č. 8:</w:t>
      </w:r>
      <w:r w:rsidR="008F7242">
        <w:t xml:space="preserve"> </w:t>
      </w:r>
      <w:r w:rsidR="00342DC7">
        <w:tab/>
      </w:r>
      <w:r w:rsidR="008F7242">
        <w:t>Seznam poddodavatelů</w:t>
      </w:r>
    </w:p>
    <w:p w14:paraId="72BA4EF6" w14:textId="25CABF7D" w:rsidR="00AC233E" w:rsidRDefault="00AC233E" w:rsidP="00342DC7">
      <w:pPr>
        <w:pStyle w:val="Textbezslovn"/>
      </w:pPr>
      <w:r>
        <w:rPr>
          <w:b/>
        </w:rPr>
        <w:t>Příloha č.</w:t>
      </w:r>
      <w:r>
        <w:t xml:space="preserve"> 9</w:t>
      </w:r>
      <w:r>
        <w:tab/>
        <w:t>NEOBSAZENO</w:t>
      </w:r>
      <w:r>
        <w:tab/>
      </w:r>
    </w:p>
    <w:p w14:paraId="6C71FB92" w14:textId="00227440" w:rsidR="007D26F9" w:rsidRDefault="007D26F9" w:rsidP="00342DC7">
      <w:pPr>
        <w:pStyle w:val="Textbezslovn"/>
      </w:pPr>
      <w:r w:rsidRPr="00A349C6">
        <w:rPr>
          <w:b/>
        </w:rPr>
        <w:t xml:space="preserve">Příloha č. </w:t>
      </w:r>
      <w:r w:rsidR="00AC233E">
        <w:rPr>
          <w:b/>
        </w:rPr>
        <w:t>10</w:t>
      </w:r>
      <w:r w:rsidRPr="00A349C6">
        <w:rPr>
          <w:b/>
        </w:rPr>
        <w:t>:</w:t>
      </w:r>
      <w:r>
        <w:tab/>
      </w:r>
      <w:r w:rsidR="002D7AA5">
        <w:t>Osvědčení</w:t>
      </w:r>
      <w:r w:rsidR="005967BE">
        <w:t xml:space="preserve"> </w:t>
      </w:r>
      <w:r w:rsidR="009D5D51">
        <w:t>o řádném plnění veřejné zakázky (Osvědčení Správy železnic, státní organizace o řádném poskytnutí a dokončení stavebních prací)</w:t>
      </w:r>
    </w:p>
    <w:p w14:paraId="47B715E9" w14:textId="1B0BAD9F"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w:t>
      </w:r>
      <w:r w:rsidR="001624A7">
        <w:rPr>
          <w:rStyle w:val="Tun"/>
        </w:rPr>
        <w:t>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w:t>
      </w:r>
      <w:r w:rsidR="001624A7">
        <w:rPr>
          <w:rStyle w:val="Tun"/>
        </w:rPr>
        <w:t> </w:t>
      </w:r>
      <w:r w:rsidRPr="00342DC7">
        <w:rPr>
          <w:rStyle w:val="Tun"/>
        </w:rPr>
        <w:t>ní připojují svoje podpisy.</w:t>
      </w:r>
    </w:p>
    <w:p w14:paraId="2D11EEF0" w14:textId="3C432366"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 xml:space="preserve">iroslav </w:t>
      </w:r>
      <w:proofErr w:type="spellStart"/>
      <w:r w:rsidR="00CF42C9">
        <w:rPr>
          <w:b/>
        </w:rPr>
        <w:t>Bocák</w:t>
      </w:r>
      <w:proofErr w:type="spellEnd"/>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B749E73" w:rsidR="00CB4F6D" w:rsidRDefault="00181374" w:rsidP="00CB4F6D">
      <w:pPr>
        <w:pStyle w:val="Textbezodsazen"/>
      </w:pPr>
      <w:r>
        <w:t>OP/R/28/24</w:t>
      </w:r>
    </w:p>
    <w:p w14:paraId="650FE39A" w14:textId="452FC366" w:rsidR="00237604" w:rsidRDefault="00D34052" w:rsidP="00CB4F6D">
      <w:pPr>
        <w:pStyle w:val="Textbezodsazen"/>
      </w:pPr>
      <w:r>
        <w:t xml:space="preserve">Obchodní </w:t>
      </w:r>
      <w:r w:rsidRPr="00EF09EB">
        <w:t>podmínky nejsou pevně připojeny ke Smlouvě, byly Zhotoviteli předány jako součást zadávací dokumentace. Smluvní strany podpisem této Smlouvy stvrzují, že jsou s</w:t>
      </w:r>
      <w:r w:rsidR="001624A7">
        <w:t> </w:t>
      </w:r>
      <w:r w:rsidRPr="00EF09EB">
        <w:t xml:space="preserve">obsahem </w:t>
      </w:r>
      <w:r>
        <w:t>Obchodních podmínek</w:t>
      </w:r>
      <w:r w:rsidRPr="00EF09EB">
        <w:t xml:space="preserve">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Obchodní podmínky</w:t>
      </w:r>
      <w:r w:rsidRPr="00EF09EB">
        <w:t xml:space="preserve"> </w:t>
      </w:r>
      <w:proofErr w:type="gramStart"/>
      <w:r w:rsidRPr="00EF09EB">
        <w:t>tvoří</w:t>
      </w:r>
      <w:proofErr w:type="gramEnd"/>
      <w:r w:rsidRPr="00EF09EB">
        <w:t xml:space="preserve">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26B4E424" w:rsidR="00342DC7" w:rsidRDefault="00342DC7" w:rsidP="00342DC7">
      <w:pPr>
        <w:pStyle w:val="Textbezslovn"/>
      </w:pPr>
      <w:r>
        <w:t>Smluvní strany podpisem této Smlouvy stvrzují, že jsou</w:t>
      </w:r>
      <w:r w:rsidR="00A349C6">
        <w:t xml:space="preserve"> s</w:t>
      </w:r>
      <w:r w:rsidR="001624A7">
        <w:t> </w:t>
      </w:r>
      <w:r>
        <w:t>obsahem TKP Staveb plně seznámeny</w:t>
      </w:r>
      <w:r w:rsidR="00A349C6">
        <w:t xml:space="preserve"> a </w:t>
      </w:r>
      <w:r>
        <w:t>že</w:t>
      </w:r>
      <w:r w:rsidR="00A349C6">
        <w:t xml:space="preserve"> v</w:t>
      </w:r>
      <w:r w:rsidR="001624A7">
        <w:t> </w:t>
      </w:r>
      <w:r>
        <w:t>souladu</w:t>
      </w:r>
      <w:r w:rsidR="00A349C6">
        <w:t xml:space="preserve"> s</w:t>
      </w:r>
      <w:r w:rsidR="001624A7">
        <w:t> </w:t>
      </w:r>
      <w:proofErr w:type="spellStart"/>
      <w:r>
        <w:t>ust</w:t>
      </w:r>
      <w:proofErr w:type="spellEnd"/>
      <w:r>
        <w:t xml:space="preserve">. § 1751 občanského zákoníku TKP Staveb </w:t>
      </w:r>
      <w:proofErr w:type="gramStart"/>
      <w:r>
        <w:t>tvoří</w:t>
      </w:r>
      <w:proofErr w:type="gramEnd"/>
      <w:r>
        <w:t xml:space="preserve"> část obsahu Smlouvy. TKP Staveb jsou pro Zhotovitele závazné</w:t>
      </w:r>
      <w:r w:rsidR="00A349C6">
        <w:t xml:space="preserve"> s</w:t>
      </w:r>
      <w:r w:rsidR="001624A7">
        <w:t> </w:t>
      </w:r>
      <w:r>
        <w:t>aplikací platných předpisů uvedených</w:t>
      </w:r>
      <w:r w:rsidR="00A349C6">
        <w:t xml:space="preserve"> v</w:t>
      </w:r>
      <w:r w:rsidR="001624A7">
        <w:t> </w:t>
      </w:r>
      <w:r>
        <w:t>příslušné kapitole TKP Staveb.</w:t>
      </w:r>
    </w:p>
    <w:p w14:paraId="23639EC8" w14:textId="4EE508A0"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181374">
        <w:rPr>
          <w:b/>
        </w:rPr>
        <w:t>– VTP/R/16/22</w:t>
      </w:r>
    </w:p>
    <w:p w14:paraId="14266EE2" w14:textId="67C63622"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w:t>
      </w:r>
      <w:r w:rsidR="001624A7">
        <w:t> </w:t>
      </w:r>
      <w:r w:rsidRPr="00EF09EB">
        <w:t xml:space="preserve">obsahem </w:t>
      </w:r>
      <w:r>
        <w:t>Všeobecných technických</w:t>
      </w:r>
      <w:r w:rsidRPr="00EF09EB">
        <w:t xml:space="preserve"> podmínek plně seznámeny a že v</w:t>
      </w:r>
      <w:r w:rsidR="001624A7">
        <w:t> </w:t>
      </w:r>
      <w:r w:rsidRPr="00EF09EB">
        <w:t>souladu s</w:t>
      </w:r>
      <w:r w:rsidR="001624A7">
        <w:t> </w:t>
      </w:r>
      <w:proofErr w:type="spellStart"/>
      <w:r w:rsidRPr="00EF09EB">
        <w:t>ust</w:t>
      </w:r>
      <w:proofErr w:type="spellEnd"/>
      <w:r w:rsidRPr="00EF09EB">
        <w:t xml:space="preserve">. § 1751 občanského zákoníku </w:t>
      </w:r>
      <w:r>
        <w:t>Všeobecné</w:t>
      </w:r>
      <w:r w:rsidRPr="00EF09EB">
        <w:t xml:space="preserve"> technické podmínky </w:t>
      </w:r>
      <w:proofErr w:type="gramStart"/>
      <w:r w:rsidRPr="00EF09EB">
        <w:t>tvoří</w:t>
      </w:r>
      <w:proofErr w:type="gramEnd"/>
      <w:r w:rsidRPr="00EF09EB">
        <w:t xml:space="preserve"> část obsahu Smlouvy.</w:t>
      </w:r>
    </w:p>
    <w:p w14:paraId="3FCF186D" w14:textId="6251BE7D"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181374" w:rsidRPr="00181374">
        <w:rPr>
          <w:b/>
          <w:bCs/>
        </w:rPr>
        <w:t>na zhotovení stavby „Výstavba PZS v km 100,674 (P7961) na trati Brno – Vlárský průsmyk“ ze dne 8. 3. 2024</w:t>
      </w:r>
    </w:p>
    <w:p w14:paraId="7900926C" w14:textId="6B7693D9" w:rsidR="00D34052" w:rsidRDefault="00D34052" w:rsidP="00D34052">
      <w:pPr>
        <w:pStyle w:val="Textbezslovn"/>
      </w:pPr>
      <w:r w:rsidRPr="00714D21">
        <w:t>Zvláštní technické podmínky nejsou pevně připojeny ke Smlouvě, byly Zhotoviteli předány jako součást zadávací dokumentace. Smluvní strany podpisem této Smlouvy stvrzují, že jsou s</w:t>
      </w:r>
      <w:r w:rsidR="001624A7">
        <w:t> </w:t>
      </w:r>
      <w:r w:rsidRPr="00714D21">
        <w:t>obsahem Zvláštních technických podmínek plně seznámeny a že v</w:t>
      </w:r>
      <w:r w:rsidR="001624A7">
        <w:t> </w:t>
      </w:r>
      <w:r w:rsidRPr="00714D21">
        <w:t>souladu s</w:t>
      </w:r>
      <w:r w:rsidR="001624A7">
        <w:t> </w:t>
      </w:r>
      <w:proofErr w:type="spellStart"/>
      <w:r w:rsidRPr="00714D21">
        <w:t>ust</w:t>
      </w:r>
      <w:proofErr w:type="spellEnd"/>
      <w:r w:rsidRPr="00714D21">
        <w:t xml:space="preserve">. § 1751 občanského zákoníku Zvláštní technické podmínky </w:t>
      </w:r>
      <w:proofErr w:type="gramStart"/>
      <w:r w:rsidRPr="00714D21">
        <w:t>tvoří</w:t>
      </w:r>
      <w:proofErr w:type="gramEnd"/>
      <w:r w:rsidRPr="00714D21">
        <w:t xml:space="preserve">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4F843949" w14:textId="0CC84D50" w:rsidR="00985DF9" w:rsidRPr="00181374" w:rsidRDefault="00181374" w:rsidP="00985DF9">
      <w:pPr>
        <w:pStyle w:val="Odrka1-1"/>
      </w:pPr>
      <w:r w:rsidRPr="00181374">
        <w:t xml:space="preserve">DUSP (Projekt stavby), zpracovaná společností </w:t>
      </w:r>
      <w:proofErr w:type="spellStart"/>
      <w:r w:rsidRPr="00181374">
        <w:t>Signal</w:t>
      </w:r>
      <w:proofErr w:type="spellEnd"/>
      <w:r w:rsidRPr="00181374">
        <w:t xml:space="preserve"> Projekt s.r.o., se sídlem Vídeňská 546/55, Štýřice, 639 00 Brno, IČO: 255 25 441, z</w:t>
      </w:r>
      <w:r w:rsidR="00F260D3">
        <w:t> 05/2023</w:t>
      </w:r>
      <w:r w:rsidRPr="00181374">
        <w:t>.</w:t>
      </w:r>
      <w:r w:rsidR="00985DF9" w:rsidRPr="00181374">
        <w:t xml:space="preserve">  </w:t>
      </w:r>
    </w:p>
    <w:p w14:paraId="119D5BB2" w14:textId="5F486993" w:rsidR="00985DF9" w:rsidRPr="00181374" w:rsidRDefault="00985DF9" w:rsidP="00181374">
      <w:pPr>
        <w:pStyle w:val="Odrka1-1"/>
      </w:pPr>
      <w:r w:rsidRPr="00181374">
        <w:t xml:space="preserve">Stavební povolení </w:t>
      </w:r>
    </w:p>
    <w:p w14:paraId="5CD37F06" w14:textId="713A6F1F" w:rsidR="00AE4B52" w:rsidRPr="00181374" w:rsidRDefault="00181374" w:rsidP="001F518E">
      <w:pPr>
        <w:pStyle w:val="Odrka1-2-"/>
      </w:pPr>
      <w:r w:rsidRPr="00181374">
        <w:t>b</w:t>
      </w:r>
      <w:r w:rsidR="00AE4B52" w:rsidRPr="00181374">
        <w:t>ude</w:t>
      </w:r>
      <w:r w:rsidRPr="00181374">
        <w:t xml:space="preserve"> předáno vybranému dodavateli</w:t>
      </w:r>
      <w:r w:rsidR="00AE4B52" w:rsidRPr="00181374">
        <w:t>.</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3969ACB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 xml:space="preserve">nabídce </w:t>
      </w:r>
      <w:r w:rsidR="00306966">
        <w:rPr>
          <w:i/>
        </w:rPr>
        <w:t>účastníka výběrového řízení</w:t>
      </w:r>
      <w:r w:rsidRPr="002D7AA5">
        <w:rPr>
          <w:i/>
        </w:rPr>
        <w:t>.</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Default="001F518E" w:rsidP="00F762A8">
      <w:pPr>
        <w:pStyle w:val="Nadpisbezsl1-2"/>
      </w:pPr>
      <w:r>
        <w:t xml:space="preserve">Za </w:t>
      </w:r>
      <w:r w:rsidR="00502690">
        <w:t>O</w:t>
      </w:r>
      <w:r>
        <w:t>bjednatele:</w:t>
      </w:r>
    </w:p>
    <w:p w14:paraId="6EB3CF24" w14:textId="77777777" w:rsidR="00181374" w:rsidRPr="00F95FBD" w:rsidRDefault="00181374" w:rsidP="0018137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181374" w:rsidRPr="00F95FBD" w14:paraId="248B27AD" w14:textId="77777777" w:rsidTr="005D0E3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31E8374" w14:textId="77777777" w:rsidR="00181374" w:rsidRPr="00F95FBD" w:rsidRDefault="00181374" w:rsidP="005D0E3B">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4A5B7DB" w14:textId="77777777" w:rsidR="00181374" w:rsidRPr="00E83F86" w:rsidRDefault="00181374" w:rsidP="005D0E3B">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75CCB">
              <w:rPr>
                <w:b/>
              </w:rPr>
              <w:t xml:space="preserve">Ing. Miroslav </w:t>
            </w:r>
            <w:proofErr w:type="spellStart"/>
            <w:r w:rsidRPr="00A75CCB">
              <w:rPr>
                <w:b/>
              </w:rPr>
              <w:t>Bocák</w:t>
            </w:r>
            <w:proofErr w:type="spellEnd"/>
            <w:r w:rsidRPr="00A75CCB">
              <w:rPr>
                <w:b/>
              </w:rPr>
              <w:t>, ředitel Stavební správy východ</w:t>
            </w:r>
          </w:p>
        </w:tc>
      </w:tr>
      <w:tr w:rsidR="00181374" w:rsidRPr="00F95FBD" w14:paraId="67542D7E" w14:textId="77777777" w:rsidTr="005D0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7DDD89" w14:textId="77777777" w:rsidR="00181374" w:rsidRPr="008175E5" w:rsidRDefault="00181374" w:rsidP="005D0E3B">
            <w:pPr>
              <w:pStyle w:val="Tabulka"/>
              <w:rPr>
                <w:rStyle w:val="Nadpisvtabulce"/>
                <w:b w:val="0"/>
              </w:rPr>
            </w:pPr>
            <w:r w:rsidRPr="008175E5">
              <w:rPr>
                <w:rStyle w:val="Nadpisvtabulce"/>
                <w:b w:val="0"/>
              </w:rPr>
              <w:t>Adresa</w:t>
            </w:r>
          </w:p>
        </w:tc>
        <w:tc>
          <w:tcPr>
            <w:tcW w:w="5812" w:type="dxa"/>
            <w:vAlign w:val="top"/>
          </w:tcPr>
          <w:p w14:paraId="3CA88166" w14:textId="77777777" w:rsidR="00181374" w:rsidRDefault="00181374" w:rsidP="005D0E3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2778FB7A" w14:textId="77777777" w:rsidR="00181374" w:rsidRPr="00E83F86" w:rsidRDefault="00181374" w:rsidP="005D0E3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181374" w:rsidRPr="00F95FBD" w14:paraId="6920B8E2" w14:textId="77777777" w:rsidTr="005D0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3622121" w14:textId="77777777" w:rsidR="00181374" w:rsidRPr="00F95FBD" w:rsidRDefault="00181374" w:rsidP="005D0E3B">
            <w:pPr>
              <w:pStyle w:val="Tabulka"/>
            </w:pPr>
            <w:r w:rsidRPr="00F95FBD">
              <w:t>E-mail</w:t>
            </w:r>
          </w:p>
        </w:tc>
        <w:tc>
          <w:tcPr>
            <w:tcW w:w="5812" w:type="dxa"/>
            <w:vAlign w:val="top"/>
          </w:tcPr>
          <w:p w14:paraId="069DA71D" w14:textId="77777777" w:rsidR="00181374" w:rsidRPr="00E83F86" w:rsidRDefault="00E16E5F" w:rsidP="005D0E3B">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181374" w:rsidRPr="001B00BE">
                <w:rPr>
                  <w:rStyle w:val="Hypertextovodkaz"/>
                  <w:noProof w:val="0"/>
                </w:rPr>
                <w:t>Bocak@spravazeleznic.cz</w:t>
              </w:r>
            </w:hyperlink>
            <w:r w:rsidR="00181374">
              <w:t xml:space="preserve"> </w:t>
            </w:r>
          </w:p>
        </w:tc>
      </w:tr>
      <w:tr w:rsidR="00181374" w:rsidRPr="00F95FBD" w14:paraId="40B7FBBA" w14:textId="77777777" w:rsidTr="005D0E3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7619C88" w14:textId="77777777" w:rsidR="00181374" w:rsidRPr="00F95FBD" w:rsidRDefault="00181374" w:rsidP="005D0E3B">
            <w:pPr>
              <w:pStyle w:val="Tabulka"/>
            </w:pPr>
            <w:r w:rsidRPr="00F95FBD">
              <w:t>Telefon</w:t>
            </w:r>
          </w:p>
        </w:tc>
        <w:tc>
          <w:tcPr>
            <w:tcW w:w="5812" w:type="dxa"/>
            <w:vAlign w:val="top"/>
          </w:tcPr>
          <w:p w14:paraId="66BECC7E" w14:textId="77777777" w:rsidR="00181374" w:rsidRPr="00E83F86" w:rsidRDefault="00181374" w:rsidP="005D0E3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0D767DAD" w14:textId="77777777" w:rsidR="00181374" w:rsidRPr="00181374" w:rsidRDefault="00181374" w:rsidP="00181374">
      <w:pPr>
        <w:pStyle w:val="Text2-1"/>
        <w:numPr>
          <w:ilvl w:val="0"/>
          <w:numId w:val="0"/>
        </w:numPr>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92378A" w:rsidRPr="00F95FBD" w14:paraId="5E711F3D" w14:textId="77777777" w:rsidTr="0092378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92378A" w:rsidRPr="00F95FBD" w:rsidRDefault="0092378A" w:rsidP="0092378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7F8F4D2E" w14:textId="111727D0" w:rsidR="0092378A" w:rsidRPr="00E83F86" w:rsidRDefault="0092378A" w:rsidP="0092378A">
            <w:pPr>
              <w:pStyle w:val="Tabulka"/>
              <w:cnfStyle w:val="100000000000" w:firstRow="1" w:lastRow="0" w:firstColumn="0" w:lastColumn="0" w:oddVBand="0" w:evenVBand="0" w:oddHBand="0" w:evenHBand="0" w:firstRowFirstColumn="0" w:firstRowLastColumn="0" w:lastRowFirstColumn="0" w:lastRowLastColumn="0"/>
              <w:rPr>
                <w:highlight w:val="green"/>
              </w:rPr>
            </w:pPr>
            <w:r>
              <w:t>Mgr. Michal Maier, podnikový právník Stavební správy východ</w:t>
            </w:r>
          </w:p>
        </w:tc>
      </w:tr>
      <w:tr w:rsidR="0092378A" w:rsidRPr="00F95FBD" w14:paraId="5E5B1758" w14:textId="77777777" w:rsidTr="0092378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92378A" w:rsidRPr="008175E5" w:rsidRDefault="0092378A" w:rsidP="0092378A">
            <w:pPr>
              <w:pStyle w:val="Tabulka"/>
              <w:rPr>
                <w:rStyle w:val="Nadpisvtabulce"/>
                <w:b w:val="0"/>
              </w:rPr>
            </w:pPr>
            <w:r w:rsidRPr="008175E5">
              <w:rPr>
                <w:rStyle w:val="Nadpisvtabulce"/>
                <w:b w:val="0"/>
              </w:rPr>
              <w:t>Adresa</w:t>
            </w:r>
          </w:p>
        </w:tc>
        <w:tc>
          <w:tcPr>
            <w:tcW w:w="5812" w:type="dxa"/>
            <w:vAlign w:val="top"/>
          </w:tcPr>
          <w:p w14:paraId="7FF696D5" w14:textId="77777777" w:rsidR="0092378A" w:rsidRDefault="0092378A" w:rsidP="0092378A">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4DD19268" w14:textId="320563F6" w:rsidR="0092378A" w:rsidRPr="00E83F86" w:rsidRDefault="0092378A" w:rsidP="0092378A">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773/1, 779 00 Olomouc</w:t>
            </w:r>
          </w:p>
        </w:tc>
      </w:tr>
      <w:tr w:rsidR="0092378A" w:rsidRPr="00F95FBD" w14:paraId="79A0DEBA" w14:textId="77777777" w:rsidTr="0092378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92378A" w:rsidRPr="00F95FBD" w:rsidRDefault="0092378A" w:rsidP="0092378A">
            <w:pPr>
              <w:pStyle w:val="Tabulka"/>
            </w:pPr>
            <w:r w:rsidRPr="00F95FBD">
              <w:t>E-mail</w:t>
            </w:r>
          </w:p>
        </w:tc>
        <w:tc>
          <w:tcPr>
            <w:tcW w:w="5812" w:type="dxa"/>
            <w:vAlign w:val="top"/>
          </w:tcPr>
          <w:p w14:paraId="6DF232CD" w14:textId="13D8B481" w:rsidR="0092378A" w:rsidRPr="00E83F86" w:rsidRDefault="00E16E5F" w:rsidP="0092378A">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92378A" w:rsidRPr="004D4353">
                <w:rPr>
                  <w:rStyle w:val="Hypertextovodkaz"/>
                  <w:noProof w:val="0"/>
                </w:rPr>
                <w:t>MaierM@spravazeleznic.cz</w:t>
              </w:r>
            </w:hyperlink>
            <w:r w:rsidR="0092378A" w:rsidRPr="004D4353">
              <w:t xml:space="preserve"> </w:t>
            </w:r>
          </w:p>
        </w:tc>
      </w:tr>
      <w:tr w:rsidR="0092378A" w:rsidRPr="00F95FBD" w14:paraId="481C3FD9" w14:textId="77777777" w:rsidTr="0092378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92378A" w:rsidRPr="00F95FBD" w:rsidRDefault="0092378A" w:rsidP="0092378A">
            <w:pPr>
              <w:pStyle w:val="Tabulka"/>
            </w:pPr>
            <w:r w:rsidRPr="00F95FBD">
              <w:t>Telefon</w:t>
            </w:r>
          </w:p>
        </w:tc>
        <w:tc>
          <w:tcPr>
            <w:tcW w:w="5812" w:type="dxa"/>
            <w:vAlign w:val="top"/>
          </w:tcPr>
          <w:p w14:paraId="656C2F9D" w14:textId="7B916E0F" w:rsidR="0092378A" w:rsidRPr="00E83F86" w:rsidRDefault="0092378A" w:rsidP="0092378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D4353">
              <w:t>+420 724 932 278</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3A3EAA"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5C6FF7AA" w:rsidR="0092378A" w:rsidRPr="0092378A" w:rsidRDefault="0092378A" w:rsidP="003A3EAA">
            <w:pPr>
              <w:pStyle w:val="Tabulka"/>
              <w:cnfStyle w:val="100000000000" w:firstRow="1" w:lastRow="0" w:firstColumn="0" w:lastColumn="0" w:oddVBand="0" w:evenVBand="0" w:oddHBand="0" w:evenHBand="0" w:firstRowFirstColumn="0" w:firstRowLastColumn="0" w:lastRowFirstColumn="0" w:lastRowLastColumn="0"/>
            </w:pPr>
            <w:r w:rsidRPr="0092378A">
              <w:t>Ing. Tomáš Procházka</w:t>
            </w:r>
          </w:p>
        </w:tc>
      </w:tr>
      <w:tr w:rsidR="0092378A"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E4DB7CB" w:rsidR="0092378A" w:rsidRPr="00F95FBD" w:rsidRDefault="0092378A" w:rsidP="0092378A">
            <w:pPr>
              <w:pStyle w:val="Tabulka"/>
              <w:rPr>
                <w:rStyle w:val="Nadpisvtabulce"/>
                <w:b w:val="0"/>
              </w:rPr>
            </w:pPr>
            <w:r>
              <w:rPr>
                <w:rStyle w:val="Nadpisvtabulce"/>
                <w:b w:val="0"/>
              </w:rPr>
              <w:t>Adresa</w:t>
            </w:r>
          </w:p>
        </w:tc>
        <w:tc>
          <w:tcPr>
            <w:tcW w:w="5812" w:type="dxa"/>
            <w:vAlign w:val="top"/>
          </w:tcPr>
          <w:p w14:paraId="7D104B71" w14:textId="77777777" w:rsidR="0092378A" w:rsidRPr="0092378A" w:rsidRDefault="0092378A" w:rsidP="0092378A">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2888FB91" w14:textId="752B26FB" w:rsidR="0092378A" w:rsidRPr="0092378A" w:rsidRDefault="0092378A" w:rsidP="0092378A">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Muglinovská 1038/5, 702 00 Ostrava</w:t>
            </w:r>
          </w:p>
        </w:tc>
      </w:tr>
      <w:tr w:rsidR="0092378A" w:rsidRPr="00F95FBD" w14:paraId="2A6F5D6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D56BBC8" w14:textId="138371FC" w:rsidR="0092378A" w:rsidRDefault="0092378A" w:rsidP="0092378A">
            <w:pPr>
              <w:pStyle w:val="Tabulka"/>
              <w:rPr>
                <w:rStyle w:val="Nadpisvtabulce"/>
                <w:b w:val="0"/>
              </w:rPr>
            </w:pPr>
            <w:r>
              <w:rPr>
                <w:rStyle w:val="Nadpisvtabulce"/>
                <w:b w:val="0"/>
              </w:rPr>
              <w:t>P</w:t>
            </w:r>
            <w:r w:rsidRPr="001B2EBD">
              <w:rPr>
                <w:rStyle w:val="Nadpisvtabulce"/>
                <w:b w:val="0"/>
              </w:rPr>
              <w:t>racoviště</w:t>
            </w:r>
          </w:p>
        </w:tc>
        <w:tc>
          <w:tcPr>
            <w:tcW w:w="5812" w:type="dxa"/>
            <w:vAlign w:val="top"/>
          </w:tcPr>
          <w:p w14:paraId="34B87B55" w14:textId="77777777" w:rsidR="0092378A" w:rsidRPr="0092378A" w:rsidRDefault="0092378A" w:rsidP="0092378A">
            <w:pPr>
              <w:pStyle w:val="Tabulka"/>
              <w:cnfStyle w:val="000000000000" w:firstRow="0" w:lastRow="0" w:firstColumn="0" w:lastColumn="0" w:oddVBand="0" w:evenVBand="0" w:oddHBand="0" w:evenHBand="0" w:firstRowFirstColumn="0" w:firstRowLastColumn="0" w:lastRowFirstColumn="0" w:lastRowLastColumn="0"/>
            </w:pPr>
            <w:r w:rsidRPr="0092378A">
              <w:t>Správa železnic, státní organizace</w:t>
            </w:r>
          </w:p>
          <w:p w14:paraId="636EBDAC" w14:textId="24603ADB" w:rsidR="0092378A" w:rsidRPr="0092378A" w:rsidRDefault="0092378A" w:rsidP="0092378A">
            <w:pPr>
              <w:pStyle w:val="Tabulka"/>
              <w:cnfStyle w:val="000000000000" w:firstRow="0" w:lastRow="0" w:firstColumn="0" w:lastColumn="0" w:oddVBand="0" w:evenVBand="0" w:oddHBand="0" w:evenHBand="0" w:firstRowFirstColumn="0" w:firstRowLastColumn="0" w:lastRowFirstColumn="0" w:lastRowLastColumn="0"/>
            </w:pPr>
            <w:r w:rsidRPr="0092378A">
              <w:t>Oblastní ředitelství Ostrava, Nerudova 773/1, 779 00 Olomouc</w:t>
            </w:r>
          </w:p>
        </w:tc>
      </w:tr>
      <w:tr w:rsidR="003A3EAA"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3A3EAA" w:rsidRPr="00F95FBD" w:rsidRDefault="003A3EAA" w:rsidP="003A3EAA">
            <w:pPr>
              <w:pStyle w:val="Tabulka"/>
            </w:pPr>
            <w:r w:rsidRPr="00F95FBD">
              <w:t>E-mail</w:t>
            </w:r>
          </w:p>
        </w:tc>
        <w:tc>
          <w:tcPr>
            <w:tcW w:w="5812" w:type="dxa"/>
            <w:vAlign w:val="top"/>
          </w:tcPr>
          <w:p w14:paraId="3645F343" w14:textId="1520F185" w:rsidR="003A3EAA" w:rsidRPr="0092378A" w:rsidRDefault="00E16E5F" w:rsidP="003A3EAA">
            <w:pPr>
              <w:pStyle w:val="Tabulka"/>
              <w:cnfStyle w:val="000000000000" w:firstRow="0" w:lastRow="0" w:firstColumn="0" w:lastColumn="0" w:oddVBand="0" w:evenVBand="0" w:oddHBand="0" w:evenHBand="0" w:firstRowFirstColumn="0" w:firstRowLastColumn="0" w:lastRowFirstColumn="0" w:lastRowLastColumn="0"/>
            </w:pPr>
            <w:hyperlink r:id="rId33" w:history="1">
              <w:r w:rsidR="0092378A" w:rsidRPr="0092378A">
                <w:rPr>
                  <w:rStyle w:val="Hypertextovodkaz"/>
                  <w:noProof w:val="0"/>
                </w:rPr>
                <w:t>ProchazkaT@spravazeleznic.cz</w:t>
              </w:r>
            </w:hyperlink>
            <w:r w:rsidR="0092378A" w:rsidRPr="0092378A">
              <w:t xml:space="preserve"> </w:t>
            </w:r>
          </w:p>
        </w:tc>
      </w:tr>
      <w:tr w:rsidR="003A3EAA"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3A3EAA" w:rsidRPr="00F95FBD" w:rsidRDefault="003A3EAA" w:rsidP="003A3EAA">
            <w:pPr>
              <w:pStyle w:val="Tabulka"/>
            </w:pPr>
            <w:r w:rsidRPr="00F95FBD">
              <w:t>Telefon</w:t>
            </w:r>
          </w:p>
        </w:tc>
        <w:tc>
          <w:tcPr>
            <w:tcW w:w="5812" w:type="dxa"/>
            <w:vAlign w:val="top"/>
          </w:tcPr>
          <w:p w14:paraId="45F343AE" w14:textId="61C53747" w:rsidR="003A3EAA" w:rsidRPr="0092378A" w:rsidRDefault="0092378A" w:rsidP="003A3EAA">
            <w:pPr>
              <w:pStyle w:val="Tabulka"/>
              <w:cnfStyle w:val="000000000000" w:firstRow="0" w:lastRow="0" w:firstColumn="0" w:lastColumn="0" w:oddVBand="0" w:evenVBand="0" w:oddHBand="0" w:evenHBand="0" w:firstRowFirstColumn="0" w:firstRowLastColumn="0" w:lastRowFirstColumn="0" w:lastRowLastColumn="0"/>
            </w:pPr>
            <w:r w:rsidRPr="0092378A">
              <w:t>+420 724 644 274</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lastRenderedPageBreak/>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775ECAFB" w14:textId="77777777" w:rsidR="000E002D" w:rsidRDefault="000E002D" w:rsidP="000E002D">
      <w:pPr>
        <w:pStyle w:val="Textbezodsazen"/>
        <w:rPr>
          <w:color w:val="FF0000"/>
        </w:rPr>
      </w:pPr>
    </w:p>
    <w:p w14:paraId="0A9DFDD1" w14:textId="08B1FD04" w:rsidR="002038D5" w:rsidRPr="001662B2" w:rsidRDefault="000E002D" w:rsidP="000E002D">
      <w:pPr>
        <w:pStyle w:val="Textbezodsazen"/>
        <w:rPr>
          <w:color w:val="002060"/>
        </w:rPr>
      </w:pPr>
      <w:r w:rsidRPr="001662B2">
        <w:rPr>
          <w:color w:val="002060"/>
        </w:rPr>
        <w:t xml:space="preserve">Odborný personál Zhotovitele (na příslušné pozici člena odborného personálu může být pouze jedna fyzická osoba; toto omezení se netýká pozice </w:t>
      </w:r>
      <w:r w:rsidR="00306966">
        <w:rPr>
          <w:color w:val="002060"/>
        </w:rPr>
        <w:t xml:space="preserve">autorizovaný </w:t>
      </w:r>
      <w:r w:rsidRPr="001662B2">
        <w:rPr>
          <w:color w:val="002060"/>
        </w:rPr>
        <w:t>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309C9461"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18030C" w:rsidRPr="00F95FBD" w14:paraId="293488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B795812" w14:textId="1AFD1A9A"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A8A8EB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18030C" w:rsidRPr="00F95FBD" w:rsidRDefault="0018030C" w:rsidP="0018030C">
            <w:pPr>
              <w:pStyle w:val="Tabulka"/>
            </w:pPr>
            <w:r w:rsidRPr="00F95FBD">
              <w:t>Adresa</w:t>
            </w:r>
          </w:p>
        </w:tc>
        <w:tc>
          <w:tcPr>
            <w:tcW w:w="5812" w:type="dxa"/>
            <w:vAlign w:val="top"/>
          </w:tcPr>
          <w:p w14:paraId="3E9523C8" w14:textId="3B04853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24D811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18030C" w:rsidRPr="00F95FBD" w:rsidRDefault="0018030C" w:rsidP="0018030C">
            <w:pPr>
              <w:pStyle w:val="Tabulka"/>
            </w:pPr>
            <w:r w:rsidRPr="00F95FBD">
              <w:t>E-mail</w:t>
            </w:r>
          </w:p>
        </w:tc>
        <w:tc>
          <w:tcPr>
            <w:tcW w:w="5812" w:type="dxa"/>
            <w:vAlign w:val="top"/>
          </w:tcPr>
          <w:p w14:paraId="0C1F38F0" w14:textId="074004BE"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r w:rsidR="0018030C" w:rsidRPr="00F95FBD" w14:paraId="7DB9307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18030C" w:rsidRPr="00F95FBD" w:rsidRDefault="0018030C" w:rsidP="0018030C">
            <w:pPr>
              <w:pStyle w:val="Tabulka"/>
            </w:pPr>
            <w:r w:rsidRPr="00F95FBD">
              <w:t>Telefon</w:t>
            </w:r>
          </w:p>
        </w:tc>
        <w:tc>
          <w:tcPr>
            <w:tcW w:w="5812" w:type="dxa"/>
            <w:vAlign w:val="top"/>
          </w:tcPr>
          <w:p w14:paraId="0BDECF09" w14:textId="040275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8D5467">
              <w:rPr>
                <w:highlight w:val="yellow"/>
              </w:rPr>
              <w:fldChar w:fldCharType="begin"/>
            </w:r>
            <w:r w:rsidRPr="008D5467">
              <w:rPr>
                <w:highlight w:val="yellow"/>
              </w:rPr>
              <w:instrText xml:space="preserve"> MACROBUTTON  VložitŠirokouMezeru "[VLOŽÍ ZHOTOVITEL]" </w:instrText>
            </w:r>
            <w:r w:rsidRPr="008D5467">
              <w:rPr>
                <w:highlight w:val="yellow"/>
              </w:rPr>
              <w:fldChar w:fldCharType="end"/>
            </w:r>
          </w:p>
        </w:tc>
      </w:tr>
    </w:tbl>
    <w:p w14:paraId="4484EE71"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658F433F" w14:textId="6DAC119F"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silnoproud</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2BDF6DD9" w:rsidR="007C5289" w:rsidRPr="00F95FBD" w:rsidRDefault="00306966" w:rsidP="007C5289">
      <w:pPr>
        <w:pStyle w:val="Nadpistabulky"/>
        <w:rPr>
          <w:sz w:val="18"/>
          <w:szCs w:val="18"/>
        </w:rPr>
      </w:pPr>
      <w:r>
        <w:rPr>
          <w:sz w:val="18"/>
          <w:szCs w:val="18"/>
        </w:rPr>
        <w:t xml:space="preserve">Autorizovaný </w:t>
      </w:r>
      <w:r w:rsidR="007C5289">
        <w:rPr>
          <w:sz w:val="18"/>
          <w:szCs w:val="18"/>
        </w:rPr>
        <w:t xml:space="preserve">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2178FA15"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92378A">
              <w:rPr>
                <w:highlight w:val="yellow"/>
              </w:rPr>
              <w:t xml:space="preserve">Na toto místo bude jako minimální výše pojistného plnění vložena částka, která bude odpovídat výši Ceny Díla bez DPH, kterou </w:t>
            </w:r>
            <w:r w:rsidR="00306966" w:rsidRPr="0092378A">
              <w:rPr>
                <w:highlight w:val="yellow"/>
              </w:rPr>
              <w:t xml:space="preserve">účastník výběrového řízení </w:t>
            </w:r>
            <w:r w:rsidRPr="0092378A">
              <w:rPr>
                <w:highlight w:val="yellow"/>
              </w:rPr>
              <w:t>včlení do těla závazného vzoru Smlouvy předloženého</w:t>
            </w:r>
            <w:r w:rsidR="00A349C6" w:rsidRPr="0092378A">
              <w:rPr>
                <w:highlight w:val="yellow"/>
              </w:rPr>
              <w:t xml:space="preserve"> v </w:t>
            </w:r>
            <w:r w:rsidRPr="0092378A">
              <w:rPr>
                <w:highlight w:val="yellow"/>
              </w:rPr>
              <w:t xml:space="preserve">nabídce </w:t>
            </w:r>
            <w:r w:rsidR="00306966" w:rsidRPr="0092378A">
              <w:rPr>
                <w:highlight w:val="yellow"/>
              </w:rPr>
              <w:t>účastníka výběrového řízení</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3E20B501" w:rsidR="007C5289" w:rsidRPr="007C5289" w:rsidRDefault="007C5289" w:rsidP="00E77303">
            <w:pPr>
              <w:pStyle w:val="Tabulka"/>
              <w:cnfStyle w:val="000000000000" w:firstRow="0" w:lastRow="0" w:firstColumn="0" w:lastColumn="0" w:oddVBand="0" w:evenVBand="0" w:oddHBand="0" w:evenHBand="0" w:firstRowFirstColumn="0" w:firstRowLastColumn="0" w:lastRowFirstColumn="0" w:lastRowLastColumn="0"/>
            </w:pPr>
            <w:r>
              <w:t>M</w:t>
            </w:r>
            <w:r w:rsidRPr="007C5289">
              <w:t xml:space="preserve">inimálně </w:t>
            </w:r>
            <w:r w:rsidR="0092378A">
              <w:t xml:space="preserve">7 </w:t>
            </w:r>
            <w:r w:rsidRPr="0092378A">
              <w:t>mil. Kč na jednu pojistnou událost</w:t>
            </w:r>
            <w:r w:rsidR="00A349C6" w:rsidRPr="0092378A">
              <w:t xml:space="preserve"> a </w:t>
            </w:r>
            <w:r w:rsidR="0092378A" w:rsidRPr="0092378A">
              <w:t xml:space="preserve">14 </w:t>
            </w:r>
            <w:r w:rsidRPr="0092378A">
              <w:t>mil. Kč</w:t>
            </w:r>
            <w:r w:rsidR="00A349C6">
              <w:t xml:space="preserve"> v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5B511204" w:rsidR="00F762A8" w:rsidRDefault="00F762A8" w:rsidP="00F762A8">
      <w:pPr>
        <w:pStyle w:val="Nadpisbezsl1-1"/>
      </w:pPr>
      <w:r>
        <w:lastRenderedPageBreak/>
        <w:t xml:space="preserve">Příloha č. </w:t>
      </w:r>
      <w:r w:rsidR="00732675">
        <w:t>10</w:t>
      </w:r>
    </w:p>
    <w:p w14:paraId="7C61F33B" w14:textId="14964996" w:rsidR="002D7AA5" w:rsidRPr="002D7AA5" w:rsidRDefault="002D7AA5" w:rsidP="002D7AA5">
      <w:pPr>
        <w:pStyle w:val="Textbezodsazen"/>
        <w:rPr>
          <w:b/>
        </w:rPr>
      </w:pPr>
      <w:r w:rsidRPr="002D7AA5">
        <w:rPr>
          <w:b/>
        </w:rPr>
        <w:t>Osvědčení Správy železnic o řádném poskytnutí a dokončení stavebních prací</w:t>
      </w:r>
    </w:p>
    <w:p w14:paraId="41FF2071" w14:textId="77777777" w:rsidR="002D7AA5" w:rsidRDefault="002D7AA5" w:rsidP="002D7AA5">
      <w:pPr>
        <w:pStyle w:val="Textbezodsazen"/>
      </w:pPr>
    </w:p>
    <w:p w14:paraId="044B77A2" w14:textId="77777777" w:rsidR="009D5D51" w:rsidRPr="00315413" w:rsidRDefault="009D5D51" w:rsidP="009D5D51">
      <w:pPr>
        <w:pStyle w:val="Nadpisbezsl1-2"/>
        <w:rPr>
          <w:noProof/>
          <w:sz w:val="28"/>
          <w:szCs w:val="28"/>
        </w:rPr>
      </w:pPr>
      <w:bookmarkStart w:id="2"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2"/>
    <w:p w14:paraId="5E393C12" w14:textId="77777777" w:rsidR="009D5D51" w:rsidRPr="00192AD6" w:rsidRDefault="009D5D51" w:rsidP="009D5D51">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6C05187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4C25D8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3F8BA9F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AFEB3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A895B7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2287896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39F8D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BDFAE4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3F2D48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72D4942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0C73C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76C15B3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7EFA48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6045B53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6D45558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3A1B572"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F88237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04C5643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718D92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BAA3B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4C2874E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F1937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F50230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05BDC2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457EB4C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9D5D51" w:rsidRPr="00192AD6" w14:paraId="13159906"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8EAE39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56298D11"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9D5D51" w:rsidRPr="00192AD6" w14:paraId="52476675"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E9C387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A2F43C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70BAC34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8326F72"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61EA3331"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9D5D51" w:rsidRPr="00192AD6" w14:paraId="1D93739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7E26AE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542B561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CC67EFD"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9D5D51" w:rsidRPr="00192AD6" w14:paraId="6FCEBADB"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02718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46CAE632"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70EDD9F0"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9D5D51" w:rsidRPr="00192AD6" w14:paraId="1D734617"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8E34856" w14:textId="77777777" w:rsidR="009D5D51" w:rsidRPr="00192AD6" w:rsidRDefault="009D5D51" w:rsidP="003E7501">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725AF0E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25D953D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9D5D51" w:rsidRPr="00192AD6" w14:paraId="678C0FB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6A549D0C" w14:textId="77777777" w:rsidR="009D5D51" w:rsidRPr="00192AD6" w:rsidRDefault="009D5D51" w:rsidP="003E7501">
            <w:pPr>
              <w:spacing w:after="0" w:line="240" w:lineRule="auto"/>
              <w:rPr>
                <w:rFonts w:asciiTheme="minorHAnsi" w:hAnsiTheme="minorHAnsi"/>
                <w:noProof/>
              </w:rPr>
            </w:pPr>
          </w:p>
        </w:tc>
        <w:tc>
          <w:tcPr>
            <w:tcW w:w="3685" w:type="dxa"/>
          </w:tcPr>
          <w:p w14:paraId="4B19B42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3420C0A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487356C"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03432CFC" w14:textId="77777777" w:rsidR="009D5D51" w:rsidRPr="00192AD6" w:rsidRDefault="009D5D51" w:rsidP="003E7501">
            <w:pPr>
              <w:spacing w:after="0" w:line="240" w:lineRule="auto"/>
              <w:rPr>
                <w:rFonts w:asciiTheme="minorHAnsi" w:hAnsiTheme="minorHAnsi"/>
                <w:noProof/>
              </w:rPr>
            </w:pPr>
          </w:p>
        </w:tc>
        <w:tc>
          <w:tcPr>
            <w:tcW w:w="3685" w:type="dxa"/>
          </w:tcPr>
          <w:p w14:paraId="432162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2D3DB0B"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121956F7" w14:textId="77777777" w:rsidR="009D5D51" w:rsidRDefault="009D5D51" w:rsidP="009D5D51"/>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9D5D51" w:rsidRPr="00192AD6" w14:paraId="1B7968ED"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29F654"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71DBE1FC"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9D5D51" w:rsidRPr="00192AD6" w14:paraId="3FDD88C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BBB00A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Charakter prací:</w:t>
            </w:r>
          </w:p>
        </w:tc>
        <w:tc>
          <w:tcPr>
            <w:tcW w:w="4763" w:type="dxa"/>
          </w:tcPr>
          <w:p w14:paraId="7013BA4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9D5D51" w:rsidRPr="00192AD6" w14:paraId="49F296AD"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0D4746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Délka traťového úseku:</w:t>
            </w:r>
          </w:p>
        </w:tc>
        <w:tc>
          <w:tcPr>
            <w:tcW w:w="4763" w:type="dxa"/>
          </w:tcPr>
          <w:p w14:paraId="6181C1B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9D5D51" w:rsidRPr="00192AD6" w14:paraId="6ADF5C0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A8B3FF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4B21CDC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9D5D51" w:rsidRPr="00192AD6" w14:paraId="288364C8"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DA3623"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6F5B9C2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18CC2C8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BE1F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3FB834B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9D5D51" w:rsidRPr="00192AD6" w14:paraId="4B45AE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BD4DFC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609AB47B" w14:textId="77777777" w:rsidR="009D5D51" w:rsidRDefault="009D5D51" w:rsidP="003E7501">
            <w:pPr>
              <w:spacing w:after="0" w:line="240" w:lineRule="auto"/>
              <w:rPr>
                <w:rFonts w:asciiTheme="minorHAnsi" w:hAnsiTheme="minorHAnsi"/>
                <w:b/>
                <w:noProof/>
              </w:rPr>
            </w:pPr>
          </w:p>
          <w:p w14:paraId="2A0ABA03"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88ECB12"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19116468"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EA02B3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B4F606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3F318A1C"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6A8C2D5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1EB41BEE"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5E21C9F"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1A6A7D5"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518181E6"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7061477E"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5F009F0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70A3B2D6"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E70DF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0B3610A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429F25F"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4843EB3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FF2D5A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310A05F"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3FE53441"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7126FFD"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795F169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30A2F15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FC55D8"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38760CF2"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23DB72B6"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34CC7EF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242EC0B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AC9CDCE"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6104793"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6996D779"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5AD52D9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3F423A7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441158C4"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AE94B39"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42F7BF6B"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3577536C"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3DC8311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618D70E3"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8871D42"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227A66D0" w14:textId="77777777" w:rsidR="009D5D51" w:rsidRDefault="009D5D51" w:rsidP="003E7501">
            <w:pPr>
              <w:spacing w:after="0" w:line="240" w:lineRule="auto"/>
              <w:rPr>
                <w:rFonts w:asciiTheme="minorHAnsi" w:hAnsiTheme="minorHAnsi"/>
                <w:b/>
                <w:noProof/>
              </w:rPr>
            </w:pPr>
          </w:p>
          <w:p w14:paraId="4CC6FA60" w14:textId="77777777" w:rsidR="009D5D51" w:rsidRPr="00192AD6" w:rsidRDefault="009D5D51" w:rsidP="003E7501">
            <w:pPr>
              <w:spacing w:after="0" w:line="240" w:lineRule="auto"/>
              <w:rPr>
                <w:rFonts w:asciiTheme="minorHAnsi" w:hAnsiTheme="minorHAnsi"/>
                <w:b/>
                <w:noProof/>
              </w:rPr>
            </w:pPr>
            <w:r>
              <w:rPr>
                <w:b/>
                <w:bCs/>
              </w:rPr>
              <w:lastRenderedPageBreak/>
              <w:t>Společníci podílející se na realizaci:</w:t>
            </w:r>
          </w:p>
        </w:tc>
        <w:tc>
          <w:tcPr>
            <w:tcW w:w="4763" w:type="dxa"/>
          </w:tcPr>
          <w:p w14:paraId="0880134A"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lastRenderedPageBreak/>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3470AC4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lastRenderedPageBreak/>
              <w:t>[obchodní firma, finanční hodnota prací v Kč bez DPH viz pozn. č. 4]</w:t>
            </w:r>
          </w:p>
        </w:tc>
      </w:tr>
      <w:tr w:rsidR="009D5D51" w:rsidRPr="00192AD6" w14:paraId="2F6BB8D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A30998C"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057F449D" w14:textId="77777777" w:rsidR="009D5D51" w:rsidRDefault="009D5D51" w:rsidP="003E7501">
            <w:pPr>
              <w:spacing w:after="0" w:line="240" w:lineRule="auto"/>
              <w:rPr>
                <w:rFonts w:asciiTheme="minorHAnsi" w:hAnsiTheme="minorHAnsi"/>
                <w:b/>
                <w:noProof/>
              </w:rPr>
            </w:pPr>
          </w:p>
          <w:p w14:paraId="7E77E9B6" w14:textId="77777777" w:rsidR="009D5D51" w:rsidRDefault="009D5D51" w:rsidP="003E7501">
            <w:pPr>
              <w:spacing w:after="0" w:line="240" w:lineRule="auto"/>
              <w:rPr>
                <w:rFonts w:asciiTheme="minorHAnsi" w:hAnsiTheme="minorHAnsi"/>
                <w:b/>
                <w:noProof/>
              </w:rPr>
            </w:pPr>
          </w:p>
          <w:p w14:paraId="594DF18A"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1E380FE1"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67C5EEE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9D5D51" w:rsidRPr="00192AD6" w14:paraId="1058CE10"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29DDEAD" w14:textId="77777777" w:rsidR="009D5D51" w:rsidRDefault="009D5D51" w:rsidP="003E7501">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0D7467E5" w14:textId="77777777" w:rsidR="009D5D51" w:rsidRPr="00192AD6" w:rsidRDefault="009D5D51" w:rsidP="003E7501">
            <w:pPr>
              <w:spacing w:after="0" w:line="240" w:lineRule="auto"/>
              <w:rPr>
                <w:rFonts w:asciiTheme="minorHAnsi" w:hAnsiTheme="minorHAnsi"/>
                <w:b/>
                <w:noProof/>
              </w:rPr>
            </w:pPr>
            <w:r>
              <w:rPr>
                <w:b/>
                <w:bCs/>
              </w:rPr>
              <w:t>Společníci podílející se na realizaci:</w:t>
            </w:r>
          </w:p>
        </w:tc>
        <w:tc>
          <w:tcPr>
            <w:tcW w:w="4763" w:type="dxa"/>
          </w:tcPr>
          <w:p w14:paraId="45C275E3" w14:textId="77777777" w:rsidR="009D5D51"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50315A0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39E602C5" w14:textId="77777777" w:rsidR="009D5D51" w:rsidRDefault="009D5D51" w:rsidP="009D5D51"/>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9D5D51" w:rsidRPr="00192AD6" w14:paraId="261C2CC4"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80519E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06C09B8D"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9D5D51" w:rsidRPr="00192AD6" w14:paraId="7038AEA1"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EE2C0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491CC83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9D5D51" w:rsidRPr="00192AD6" w14:paraId="1E61C76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990447C"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3EA01566"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1BE2B09B"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82C13C9"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3DFFDD89"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629DE9F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9D5D51" w:rsidRPr="00192AD6" w14:paraId="557B6004" w14:textId="77777777" w:rsidTr="003E75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F26C49C" w14:textId="77777777" w:rsidR="009D5D51" w:rsidRPr="00192AD6" w:rsidRDefault="009D5D51" w:rsidP="003E7501">
            <w:pPr>
              <w:spacing w:after="0" w:line="240" w:lineRule="auto"/>
              <w:rPr>
                <w:rFonts w:asciiTheme="minorHAnsi" w:hAnsiTheme="minorHAnsi"/>
                <w:noProof/>
              </w:rPr>
            </w:pPr>
          </w:p>
        </w:tc>
        <w:tc>
          <w:tcPr>
            <w:tcW w:w="2948" w:type="dxa"/>
            <w:shd w:val="clear" w:color="auto" w:fill="FFBFBF" w:themeFill="accent6" w:themeFillTint="33"/>
          </w:tcPr>
          <w:p w14:paraId="6D5180DE"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AC9A99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9D5D51" w:rsidRPr="00192AD6" w14:paraId="256F1032"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791F5DC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435DA3D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A623A9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40ADDF03"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0CD178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470C1C7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36ADB2B7"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5224297B"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9514955"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E773A83"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6F0C9E5C"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66CFE444"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58297A"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13C065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56CBE2FD"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21A9D1FE" w14:textId="77777777" w:rsidTr="003E7501">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074F52B"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31EE651D" w14:textId="77777777" w:rsidR="009D5D51" w:rsidRPr="00192AD6" w:rsidRDefault="009D5D51" w:rsidP="003E7501">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3"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3"/>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0AE9C98E"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10BF6278"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5E5FC9D"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2318FD6F"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9D5D51" w:rsidRPr="00192AD6" w14:paraId="089D03CA"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9315297"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143A18CA"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13D5BE20"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09EB82B5"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2B020C42"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0AA71E9F" w14:textId="77777777" w:rsidR="009D5D51" w:rsidRPr="00192AD6" w:rsidRDefault="009D5D51" w:rsidP="009D5D51">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9D5D51" w:rsidRPr="00192AD6" w14:paraId="7BE222D7" w14:textId="77777777" w:rsidTr="003E7501">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484E831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0708E913" w14:textId="77777777" w:rsidR="009D5D51" w:rsidRPr="00192AD6" w:rsidRDefault="009D5D51" w:rsidP="003E7501">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74A3329" w14:textId="77777777" w:rsidTr="003E7501">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D5F8100"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43E4B03F"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9D5D51" w:rsidRPr="00192AD6" w14:paraId="3AB40CC1" w14:textId="77777777" w:rsidTr="003E7501">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499704E" w14:textId="77777777" w:rsidR="009D5D51" w:rsidRPr="00192AD6" w:rsidRDefault="009D5D51" w:rsidP="003E7501">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7D7633F4" w14:textId="77777777" w:rsidR="009D5D51" w:rsidRPr="00192AD6" w:rsidRDefault="009D5D51" w:rsidP="003E7501">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285A1E5C" w14:textId="77777777" w:rsidR="009D5D51" w:rsidRPr="00192AD6" w:rsidRDefault="009D5D51" w:rsidP="009D5D51">
      <w:pPr>
        <w:spacing w:after="240" w:line="264" w:lineRule="auto"/>
        <w:rPr>
          <w:rFonts w:asciiTheme="minorHAnsi" w:hAnsiTheme="minorHAnsi"/>
          <w:sz w:val="18"/>
          <w:szCs w:val="18"/>
        </w:rPr>
      </w:pPr>
    </w:p>
    <w:p w14:paraId="244B6586"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lastRenderedPageBreak/>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B827EB2" w14:textId="77777777" w:rsidR="009D5D51" w:rsidRPr="00192AD6" w:rsidRDefault="009D5D51" w:rsidP="009D5D51">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58437BA2" w14:textId="77777777" w:rsidR="009D5D51" w:rsidRDefault="009D5D51" w:rsidP="009D5D51">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FEAD131" w14:textId="77777777" w:rsidR="009D5D51" w:rsidRPr="00192AD6" w:rsidRDefault="009D5D51" w:rsidP="009D5D51">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738C57CE" w14:textId="77777777" w:rsidR="002D7AA5" w:rsidRDefault="002D7AA5" w:rsidP="002D7AA5">
      <w:pPr>
        <w:pStyle w:val="Textbezodsazen"/>
      </w:pPr>
    </w:p>
    <w:p w14:paraId="6A1161FC" w14:textId="77777777" w:rsidR="002D7AA5" w:rsidRDefault="002D7AA5" w:rsidP="002D7AA5">
      <w:pPr>
        <w:pStyle w:val="Textbezodsazen"/>
      </w:pPr>
    </w:p>
    <w:p w14:paraId="52F0F9D4" w14:textId="77777777" w:rsidR="002D7AA5" w:rsidRDefault="002D7AA5" w:rsidP="00F762A8">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01A55" w14:textId="77777777" w:rsidR="003E7501" w:rsidRDefault="003E7501" w:rsidP="00962258">
      <w:pPr>
        <w:spacing w:after="0" w:line="240" w:lineRule="auto"/>
      </w:pPr>
      <w:r>
        <w:separator/>
      </w:r>
    </w:p>
  </w:endnote>
  <w:endnote w:type="continuationSeparator" w:id="0">
    <w:p w14:paraId="2330D11E" w14:textId="77777777" w:rsidR="003E7501" w:rsidRDefault="003E750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240A483" w14:textId="77777777" w:rsidTr="00F13FDA">
      <w:tc>
        <w:tcPr>
          <w:tcW w:w="1021" w:type="dxa"/>
          <w:vAlign w:val="bottom"/>
        </w:tcPr>
        <w:p w14:paraId="151E8C0E" w14:textId="3F0B24F8" w:rsidR="003E7501" w:rsidRPr="00B8518B" w:rsidRDefault="003E7501"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4774">
            <w:rPr>
              <w:rStyle w:val="slostrnky"/>
              <w:noProof/>
            </w:rPr>
            <w:t>32</w:t>
          </w:r>
          <w:r w:rsidRPr="00B8518B">
            <w:rPr>
              <w:rStyle w:val="slostrnky"/>
            </w:rPr>
            <w:fldChar w:fldCharType="end"/>
          </w:r>
        </w:p>
      </w:tc>
      <w:tc>
        <w:tcPr>
          <w:tcW w:w="0" w:type="auto"/>
          <w:vAlign w:val="bottom"/>
        </w:tcPr>
        <w:p w14:paraId="4FEF9FF2" w14:textId="77777777" w:rsidR="003E7501" w:rsidRDefault="003E7501" w:rsidP="00F13FDA">
          <w:pPr>
            <w:pStyle w:val="Zpatvlevo"/>
          </w:pPr>
          <w:r w:rsidRPr="00B41CFD">
            <w:t>Smlouva o dílo</w:t>
          </w:r>
        </w:p>
        <w:p w14:paraId="36D7DCDC" w14:textId="77777777" w:rsidR="003E7501" w:rsidRPr="003462EB" w:rsidRDefault="003E7501" w:rsidP="00F13FDA">
          <w:pPr>
            <w:pStyle w:val="Zpatvlevo"/>
          </w:pPr>
          <w:r w:rsidRPr="00B41CFD">
            <w:t>Zhotovení stavby</w:t>
          </w:r>
        </w:p>
      </w:tc>
    </w:tr>
  </w:tbl>
  <w:p w14:paraId="54F3FF18" w14:textId="77777777" w:rsidR="003E7501" w:rsidRPr="00F13FDA" w:rsidRDefault="003E750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C3BD90F" w14:textId="77777777" w:rsidTr="00F13FDA">
      <w:tc>
        <w:tcPr>
          <w:tcW w:w="1021" w:type="dxa"/>
          <w:vAlign w:val="bottom"/>
        </w:tcPr>
        <w:p w14:paraId="607075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3E7501" w:rsidRPr="00DD4862" w:rsidRDefault="003E7501" w:rsidP="00F13FDA">
          <w:pPr>
            <w:pStyle w:val="Zpatvlevo"/>
            <w:rPr>
              <w:b/>
            </w:rPr>
          </w:pPr>
          <w:r>
            <w:rPr>
              <w:b/>
            </w:rPr>
            <w:t>Příloha č. 4</w:t>
          </w:r>
        </w:p>
        <w:p w14:paraId="4F45CE3F" w14:textId="77777777" w:rsidR="003E7501" w:rsidRDefault="003E7501" w:rsidP="00F13FDA">
          <w:pPr>
            <w:pStyle w:val="Zpatvlevo"/>
          </w:pPr>
          <w:r w:rsidRPr="00B41CFD">
            <w:t>Smlouva o dílo</w:t>
          </w:r>
        </w:p>
        <w:p w14:paraId="44062EBD" w14:textId="77777777" w:rsidR="003E7501" w:rsidRPr="003462EB" w:rsidRDefault="003E7501" w:rsidP="00F13FDA">
          <w:pPr>
            <w:pStyle w:val="Zpatvlevo"/>
          </w:pPr>
          <w:r w:rsidRPr="00B41CFD">
            <w:t>Zhotovení stavby</w:t>
          </w:r>
        </w:p>
      </w:tc>
    </w:tr>
  </w:tbl>
  <w:p w14:paraId="5F02EA77" w14:textId="77777777" w:rsidR="003E7501" w:rsidRPr="00F13FDA" w:rsidRDefault="003E750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140825AC" w14:textId="77777777" w:rsidTr="00A0271B">
      <w:tc>
        <w:tcPr>
          <w:tcW w:w="0" w:type="auto"/>
          <w:tcMar>
            <w:left w:w="0" w:type="dxa"/>
            <w:right w:w="0" w:type="dxa"/>
          </w:tcMar>
          <w:vAlign w:val="bottom"/>
        </w:tcPr>
        <w:p w14:paraId="5C3D2E8D" w14:textId="77777777" w:rsidR="003E7501" w:rsidRPr="00DD4862" w:rsidRDefault="003E7501" w:rsidP="00A0271B">
          <w:pPr>
            <w:pStyle w:val="Zpatvpravo"/>
            <w:rPr>
              <w:b/>
            </w:rPr>
          </w:pPr>
          <w:r w:rsidRPr="00DD4862">
            <w:rPr>
              <w:b/>
            </w:rPr>
            <w:t xml:space="preserve">Příloha č. </w:t>
          </w:r>
          <w:r>
            <w:rPr>
              <w:b/>
            </w:rPr>
            <w:t>4</w:t>
          </w:r>
        </w:p>
        <w:p w14:paraId="322FB8B5" w14:textId="77777777" w:rsidR="003E7501" w:rsidRPr="003462EB" w:rsidRDefault="003E7501" w:rsidP="00A0271B">
          <w:pPr>
            <w:pStyle w:val="Zpatvpravo"/>
          </w:pPr>
          <w:r>
            <w:t>Smlouva o dílo</w:t>
          </w:r>
        </w:p>
        <w:p w14:paraId="6BCDB74A"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DFD9349" w14:textId="13DA879D"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1799FC45" w14:textId="77777777" w:rsidR="003E7501" w:rsidRPr="00B8518B" w:rsidRDefault="003E750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24A3DF3" w14:textId="77777777" w:rsidTr="00F13FDA">
      <w:tc>
        <w:tcPr>
          <w:tcW w:w="1021" w:type="dxa"/>
          <w:vAlign w:val="bottom"/>
        </w:tcPr>
        <w:p w14:paraId="1D3932C5"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3E7501" w:rsidRPr="00DD4862" w:rsidRDefault="003E7501" w:rsidP="00F13FDA">
          <w:pPr>
            <w:pStyle w:val="Zpatvlevo"/>
            <w:rPr>
              <w:b/>
            </w:rPr>
          </w:pPr>
          <w:r>
            <w:rPr>
              <w:b/>
            </w:rPr>
            <w:t>Příloha č. 5</w:t>
          </w:r>
        </w:p>
        <w:p w14:paraId="376871C6" w14:textId="77777777" w:rsidR="003E7501" w:rsidRDefault="003E7501" w:rsidP="00F13FDA">
          <w:pPr>
            <w:pStyle w:val="Zpatvlevo"/>
          </w:pPr>
          <w:r w:rsidRPr="00B41CFD">
            <w:t>Smlouva o dílo</w:t>
          </w:r>
        </w:p>
        <w:p w14:paraId="3CE18223" w14:textId="77777777" w:rsidR="003E7501" w:rsidRPr="003462EB" w:rsidRDefault="003E7501" w:rsidP="00F13FDA">
          <w:pPr>
            <w:pStyle w:val="Zpatvlevo"/>
          </w:pPr>
          <w:r w:rsidRPr="00B41CFD">
            <w:t>Zhotovení stavby</w:t>
          </w:r>
        </w:p>
      </w:tc>
    </w:tr>
  </w:tbl>
  <w:p w14:paraId="653766D2" w14:textId="77777777" w:rsidR="003E7501" w:rsidRPr="00F13FDA" w:rsidRDefault="003E750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4CAC0333" w14:textId="77777777" w:rsidTr="00A0271B">
      <w:tc>
        <w:tcPr>
          <w:tcW w:w="0" w:type="auto"/>
          <w:tcMar>
            <w:left w:w="0" w:type="dxa"/>
            <w:right w:w="0" w:type="dxa"/>
          </w:tcMar>
          <w:vAlign w:val="bottom"/>
        </w:tcPr>
        <w:p w14:paraId="0A2FA09E" w14:textId="77777777" w:rsidR="003E7501" w:rsidRPr="00DD4862" w:rsidRDefault="003E7501" w:rsidP="00A0271B">
          <w:pPr>
            <w:pStyle w:val="Zpatvpravo"/>
            <w:rPr>
              <w:b/>
            </w:rPr>
          </w:pPr>
          <w:r w:rsidRPr="00DD4862">
            <w:rPr>
              <w:b/>
            </w:rPr>
            <w:t xml:space="preserve">Příloha č. </w:t>
          </w:r>
          <w:r>
            <w:rPr>
              <w:b/>
            </w:rPr>
            <w:t>5</w:t>
          </w:r>
        </w:p>
        <w:p w14:paraId="60317C27" w14:textId="77777777" w:rsidR="003E7501" w:rsidRPr="003462EB" w:rsidRDefault="003E7501" w:rsidP="00A0271B">
          <w:pPr>
            <w:pStyle w:val="Zpatvpravo"/>
          </w:pPr>
          <w:r>
            <w:t>Smlouva o dílo</w:t>
          </w:r>
        </w:p>
        <w:p w14:paraId="6574CB3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CA40DA3" w14:textId="7E88F439"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7E03A553" w14:textId="77777777" w:rsidR="003E7501" w:rsidRPr="00B8518B" w:rsidRDefault="003E750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36811E9" w14:textId="77777777" w:rsidTr="00F13FDA">
      <w:tc>
        <w:tcPr>
          <w:tcW w:w="1021" w:type="dxa"/>
          <w:vAlign w:val="bottom"/>
        </w:tcPr>
        <w:p w14:paraId="0F368DE0" w14:textId="41BE5592"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6E5F">
            <w:rPr>
              <w:rStyle w:val="slostrnky"/>
              <w:noProof/>
            </w:rPr>
            <w:t>3</w:t>
          </w:r>
          <w:r>
            <w:rPr>
              <w:rStyle w:val="slostrnky"/>
            </w:rPr>
            <w:fldChar w:fldCharType="end"/>
          </w:r>
        </w:p>
      </w:tc>
      <w:tc>
        <w:tcPr>
          <w:tcW w:w="0" w:type="auto"/>
          <w:vAlign w:val="bottom"/>
        </w:tcPr>
        <w:p w14:paraId="3AED8A11" w14:textId="77777777" w:rsidR="003E7501" w:rsidRPr="00DD4862" w:rsidRDefault="003E7501" w:rsidP="00F13FDA">
          <w:pPr>
            <w:pStyle w:val="Zpatvlevo"/>
            <w:rPr>
              <w:b/>
            </w:rPr>
          </w:pPr>
          <w:r>
            <w:rPr>
              <w:b/>
            </w:rPr>
            <w:t>Příloha č. 6</w:t>
          </w:r>
        </w:p>
        <w:p w14:paraId="45D670C9" w14:textId="77777777" w:rsidR="003E7501" w:rsidRDefault="003E7501" w:rsidP="00F13FDA">
          <w:pPr>
            <w:pStyle w:val="Zpatvlevo"/>
          </w:pPr>
          <w:r w:rsidRPr="00B41CFD">
            <w:t>Smlouva o dílo</w:t>
          </w:r>
        </w:p>
        <w:p w14:paraId="4EB1BB37" w14:textId="77777777" w:rsidR="003E7501" w:rsidRPr="003462EB" w:rsidRDefault="003E7501" w:rsidP="00F13FDA">
          <w:pPr>
            <w:pStyle w:val="Zpatvlevo"/>
          </w:pPr>
          <w:r w:rsidRPr="00B41CFD">
            <w:t>Zhotovení stavby</w:t>
          </w:r>
        </w:p>
      </w:tc>
    </w:tr>
  </w:tbl>
  <w:p w14:paraId="1A83E4D3" w14:textId="77777777" w:rsidR="003E7501" w:rsidRPr="00F13FDA" w:rsidRDefault="003E750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BA38340" w14:textId="77777777" w:rsidTr="00A0271B">
      <w:tc>
        <w:tcPr>
          <w:tcW w:w="0" w:type="auto"/>
          <w:tcMar>
            <w:left w:w="0" w:type="dxa"/>
            <w:right w:w="0" w:type="dxa"/>
          </w:tcMar>
          <w:vAlign w:val="bottom"/>
        </w:tcPr>
        <w:p w14:paraId="5BBDCBB6" w14:textId="77777777" w:rsidR="003E7501" w:rsidRPr="00DD4862" w:rsidRDefault="003E7501" w:rsidP="00A0271B">
          <w:pPr>
            <w:pStyle w:val="Zpatvpravo"/>
            <w:rPr>
              <w:b/>
            </w:rPr>
          </w:pPr>
          <w:r w:rsidRPr="00DD4862">
            <w:rPr>
              <w:b/>
            </w:rPr>
            <w:t xml:space="preserve">Příloha č. </w:t>
          </w:r>
          <w:r>
            <w:rPr>
              <w:b/>
            </w:rPr>
            <w:t>6</w:t>
          </w:r>
        </w:p>
        <w:p w14:paraId="1B3CE0C2" w14:textId="77777777" w:rsidR="003E7501" w:rsidRPr="003462EB" w:rsidRDefault="003E7501" w:rsidP="00A0271B">
          <w:pPr>
            <w:pStyle w:val="Zpatvpravo"/>
          </w:pPr>
          <w:r>
            <w:t>Smlouva o dílo</w:t>
          </w:r>
        </w:p>
        <w:p w14:paraId="09872B93"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19F699D" w14:textId="2441C861"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3</w:t>
          </w:r>
          <w:r>
            <w:rPr>
              <w:rStyle w:val="slostrnky"/>
            </w:rPr>
            <w:fldChar w:fldCharType="end"/>
          </w:r>
        </w:p>
      </w:tc>
    </w:tr>
  </w:tbl>
  <w:p w14:paraId="4AEF1893" w14:textId="77777777" w:rsidR="003E7501" w:rsidRPr="00B8518B" w:rsidRDefault="003E750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1166B56" w14:textId="77777777" w:rsidTr="00F13FDA">
      <w:tc>
        <w:tcPr>
          <w:tcW w:w="1021" w:type="dxa"/>
          <w:vAlign w:val="bottom"/>
        </w:tcPr>
        <w:p w14:paraId="65A08FDB"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3E7501" w:rsidRPr="00DD4862" w:rsidRDefault="003E7501" w:rsidP="00F13FDA">
          <w:pPr>
            <w:pStyle w:val="Zpatvlevo"/>
            <w:rPr>
              <w:b/>
            </w:rPr>
          </w:pPr>
          <w:r>
            <w:rPr>
              <w:b/>
            </w:rPr>
            <w:t>Příloha č. 7</w:t>
          </w:r>
        </w:p>
        <w:p w14:paraId="49EBE761" w14:textId="77777777" w:rsidR="003E7501" w:rsidRDefault="003E7501" w:rsidP="00F13FDA">
          <w:pPr>
            <w:pStyle w:val="Zpatvlevo"/>
          </w:pPr>
          <w:r w:rsidRPr="00B41CFD">
            <w:t>Smlouva o dílo</w:t>
          </w:r>
        </w:p>
        <w:p w14:paraId="7A184B87" w14:textId="77777777" w:rsidR="003E7501" w:rsidRPr="003462EB" w:rsidRDefault="003E7501" w:rsidP="00F13FDA">
          <w:pPr>
            <w:pStyle w:val="Zpatvlevo"/>
          </w:pPr>
          <w:r w:rsidRPr="00B41CFD">
            <w:t>Zhotovení stavby</w:t>
          </w:r>
        </w:p>
      </w:tc>
    </w:tr>
  </w:tbl>
  <w:p w14:paraId="24208E4C" w14:textId="77777777" w:rsidR="003E7501" w:rsidRPr="00F13FDA" w:rsidRDefault="003E750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DD23A08" w14:textId="77777777" w:rsidTr="00A0271B">
      <w:tc>
        <w:tcPr>
          <w:tcW w:w="0" w:type="auto"/>
          <w:tcMar>
            <w:left w:w="0" w:type="dxa"/>
            <w:right w:w="0" w:type="dxa"/>
          </w:tcMar>
          <w:vAlign w:val="bottom"/>
        </w:tcPr>
        <w:p w14:paraId="60B97E7A" w14:textId="77777777" w:rsidR="003E7501" w:rsidRPr="00DD4862" w:rsidRDefault="003E7501" w:rsidP="00A0271B">
          <w:pPr>
            <w:pStyle w:val="Zpatvpravo"/>
            <w:rPr>
              <w:b/>
            </w:rPr>
          </w:pPr>
          <w:r w:rsidRPr="00DD4862">
            <w:rPr>
              <w:b/>
            </w:rPr>
            <w:t xml:space="preserve">Příloha č. </w:t>
          </w:r>
          <w:r>
            <w:rPr>
              <w:b/>
            </w:rPr>
            <w:t>7</w:t>
          </w:r>
        </w:p>
        <w:p w14:paraId="47360AB3" w14:textId="77777777" w:rsidR="003E7501" w:rsidRPr="003462EB" w:rsidRDefault="003E7501" w:rsidP="00A0271B">
          <w:pPr>
            <w:pStyle w:val="Zpatvpravo"/>
          </w:pPr>
          <w:r>
            <w:t>Smlouva o dílo</w:t>
          </w:r>
        </w:p>
        <w:p w14:paraId="7F4562F2"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23F1C9AA" w14:textId="0CA14C04"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5508EC05" w14:textId="77777777" w:rsidR="003E7501" w:rsidRPr="00B8518B" w:rsidRDefault="003E750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E738D69" w14:textId="77777777" w:rsidTr="00F13FDA">
      <w:tc>
        <w:tcPr>
          <w:tcW w:w="1021" w:type="dxa"/>
          <w:vAlign w:val="bottom"/>
        </w:tcPr>
        <w:p w14:paraId="502BB4D2"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3E7501" w:rsidRPr="00DD4862" w:rsidRDefault="003E7501" w:rsidP="00F13FDA">
          <w:pPr>
            <w:pStyle w:val="Zpatvlevo"/>
            <w:rPr>
              <w:b/>
            </w:rPr>
          </w:pPr>
          <w:r>
            <w:rPr>
              <w:b/>
            </w:rPr>
            <w:t>Příloha č. 8</w:t>
          </w:r>
        </w:p>
        <w:p w14:paraId="120D1055" w14:textId="77777777" w:rsidR="003E7501" w:rsidRDefault="003E7501" w:rsidP="00F13FDA">
          <w:pPr>
            <w:pStyle w:val="Zpatvlevo"/>
          </w:pPr>
          <w:r w:rsidRPr="00B41CFD">
            <w:t>Smlouva o dílo</w:t>
          </w:r>
        </w:p>
        <w:p w14:paraId="1A385723" w14:textId="77777777" w:rsidR="003E7501" w:rsidRPr="003462EB" w:rsidRDefault="003E7501" w:rsidP="00F13FDA">
          <w:pPr>
            <w:pStyle w:val="Zpatvlevo"/>
          </w:pPr>
          <w:r w:rsidRPr="00B41CFD">
            <w:t>Zhotovení stavby</w:t>
          </w:r>
        </w:p>
      </w:tc>
    </w:tr>
  </w:tbl>
  <w:p w14:paraId="32050216" w14:textId="77777777" w:rsidR="003E7501" w:rsidRPr="00F13FDA" w:rsidRDefault="003E750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7D122B19" w14:textId="77777777" w:rsidTr="00A0271B">
      <w:tc>
        <w:tcPr>
          <w:tcW w:w="0" w:type="auto"/>
          <w:tcMar>
            <w:left w:w="0" w:type="dxa"/>
            <w:right w:w="0" w:type="dxa"/>
          </w:tcMar>
          <w:vAlign w:val="bottom"/>
        </w:tcPr>
        <w:p w14:paraId="4A081609" w14:textId="77777777" w:rsidR="003E7501" w:rsidRPr="00DD4862" w:rsidRDefault="003E7501" w:rsidP="00A0271B">
          <w:pPr>
            <w:pStyle w:val="Zpatvpravo"/>
            <w:rPr>
              <w:b/>
            </w:rPr>
          </w:pPr>
          <w:r w:rsidRPr="00DD4862">
            <w:rPr>
              <w:b/>
            </w:rPr>
            <w:t xml:space="preserve">Příloha č. </w:t>
          </w:r>
          <w:r>
            <w:rPr>
              <w:b/>
            </w:rPr>
            <w:t>8</w:t>
          </w:r>
        </w:p>
        <w:p w14:paraId="33423AB3" w14:textId="77777777" w:rsidR="003E7501" w:rsidRPr="003462EB" w:rsidRDefault="003E7501" w:rsidP="00A0271B">
          <w:pPr>
            <w:pStyle w:val="Zpatvpravo"/>
          </w:pPr>
          <w:r>
            <w:t>Smlouva o dílo</w:t>
          </w:r>
        </w:p>
        <w:p w14:paraId="0ED2C0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4627B9DD" w14:textId="51917D18"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3D0C59CA" w14:textId="77777777" w:rsidR="003E7501" w:rsidRPr="00B8518B" w:rsidRDefault="003E750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0257CBFB" w14:textId="77777777" w:rsidTr="00F13FDA">
      <w:tc>
        <w:tcPr>
          <w:tcW w:w="0" w:type="auto"/>
          <w:tcMar>
            <w:left w:w="0" w:type="dxa"/>
            <w:right w:w="0" w:type="dxa"/>
          </w:tcMar>
          <w:vAlign w:val="bottom"/>
        </w:tcPr>
        <w:p w14:paraId="79F4B413" w14:textId="77777777" w:rsidR="003E7501" w:rsidRPr="003462EB" w:rsidRDefault="003E7501" w:rsidP="00F13FDA">
          <w:pPr>
            <w:pStyle w:val="Zpatvpravo"/>
          </w:pPr>
          <w:r>
            <w:t>Smlouva o dílo</w:t>
          </w:r>
        </w:p>
        <w:p w14:paraId="3BAD2C8C" w14:textId="77777777" w:rsidR="003E7501" w:rsidRPr="003462EB" w:rsidRDefault="003E7501" w:rsidP="00F13FDA">
          <w:pPr>
            <w:pStyle w:val="Zpatvpravo"/>
            <w:rPr>
              <w:rStyle w:val="slostrnky"/>
              <w:b w:val="0"/>
              <w:color w:val="auto"/>
              <w:sz w:val="12"/>
            </w:rPr>
          </w:pPr>
          <w:r>
            <w:t xml:space="preserve">Zhotovení stavby </w:t>
          </w:r>
        </w:p>
      </w:tc>
      <w:tc>
        <w:tcPr>
          <w:tcW w:w="1021" w:type="dxa"/>
          <w:vAlign w:val="bottom"/>
        </w:tcPr>
        <w:p w14:paraId="7D92C335" w14:textId="62FA5D77" w:rsidR="003E7501" w:rsidRPr="009E09BE" w:rsidRDefault="003E7501"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44774">
            <w:rPr>
              <w:rStyle w:val="slostrnky"/>
              <w:noProof/>
            </w:rPr>
            <w:t>32</w:t>
          </w:r>
          <w:r w:rsidRPr="00B8518B">
            <w:rPr>
              <w:rStyle w:val="slostrnky"/>
            </w:rPr>
            <w:fldChar w:fldCharType="end"/>
          </w:r>
        </w:p>
      </w:tc>
    </w:tr>
  </w:tbl>
  <w:p w14:paraId="7D391C3E" w14:textId="77777777" w:rsidR="003E7501" w:rsidRPr="00B8518B" w:rsidRDefault="003E750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760A7963" w14:textId="77777777" w:rsidTr="00F13FDA">
      <w:tc>
        <w:tcPr>
          <w:tcW w:w="1021" w:type="dxa"/>
          <w:vAlign w:val="bottom"/>
        </w:tcPr>
        <w:p w14:paraId="2C967D5C" w14:textId="5D160733"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E16E5F">
            <w:rPr>
              <w:rStyle w:val="slostrnky"/>
              <w:noProof/>
            </w:rPr>
            <w:t>4</w:t>
          </w:r>
          <w:r>
            <w:rPr>
              <w:rStyle w:val="slostrnky"/>
            </w:rPr>
            <w:fldChar w:fldCharType="end"/>
          </w:r>
        </w:p>
      </w:tc>
      <w:tc>
        <w:tcPr>
          <w:tcW w:w="0" w:type="auto"/>
          <w:vAlign w:val="bottom"/>
        </w:tcPr>
        <w:p w14:paraId="24540392" w14:textId="197CEC6F" w:rsidR="003E7501" w:rsidRPr="00DD4862" w:rsidRDefault="003E7501" w:rsidP="00F13FDA">
          <w:pPr>
            <w:pStyle w:val="Zpatvlevo"/>
            <w:rPr>
              <w:b/>
            </w:rPr>
          </w:pPr>
          <w:r>
            <w:rPr>
              <w:b/>
            </w:rPr>
            <w:t>Příloha č. 10</w:t>
          </w:r>
        </w:p>
        <w:p w14:paraId="4619C703" w14:textId="77777777" w:rsidR="003E7501" w:rsidRDefault="003E7501" w:rsidP="00F13FDA">
          <w:pPr>
            <w:pStyle w:val="Zpatvlevo"/>
          </w:pPr>
          <w:r w:rsidRPr="00B41CFD">
            <w:t>Smlouva o dílo</w:t>
          </w:r>
        </w:p>
        <w:p w14:paraId="65F4A929" w14:textId="77777777" w:rsidR="003E7501" w:rsidRPr="003462EB" w:rsidRDefault="003E7501" w:rsidP="00F13FDA">
          <w:pPr>
            <w:pStyle w:val="Zpatvlevo"/>
          </w:pPr>
          <w:r w:rsidRPr="00B41CFD">
            <w:t>Zhotovení stavby</w:t>
          </w:r>
        </w:p>
      </w:tc>
    </w:tr>
  </w:tbl>
  <w:p w14:paraId="0ADFAF99" w14:textId="77777777" w:rsidR="003E7501" w:rsidRPr="00F13FDA" w:rsidRDefault="003E750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AF04367" w14:textId="77777777" w:rsidTr="00A0271B">
      <w:tc>
        <w:tcPr>
          <w:tcW w:w="0" w:type="auto"/>
          <w:tcMar>
            <w:left w:w="0" w:type="dxa"/>
            <w:right w:w="0" w:type="dxa"/>
          </w:tcMar>
          <w:vAlign w:val="bottom"/>
        </w:tcPr>
        <w:p w14:paraId="7F6978BD" w14:textId="4BB3AF95" w:rsidR="003E7501" w:rsidRPr="00DD4862" w:rsidRDefault="003E7501" w:rsidP="00A0271B">
          <w:pPr>
            <w:pStyle w:val="Zpatvpravo"/>
            <w:rPr>
              <w:b/>
            </w:rPr>
          </w:pPr>
          <w:r w:rsidRPr="00DD4862">
            <w:rPr>
              <w:b/>
            </w:rPr>
            <w:t xml:space="preserve">Příloha č. </w:t>
          </w:r>
          <w:r>
            <w:rPr>
              <w:b/>
            </w:rPr>
            <w:t>10</w:t>
          </w:r>
        </w:p>
        <w:p w14:paraId="0C49EAB7" w14:textId="77777777" w:rsidR="003E7501" w:rsidRPr="003462EB" w:rsidRDefault="003E7501" w:rsidP="00A0271B">
          <w:pPr>
            <w:pStyle w:val="Zpatvpravo"/>
          </w:pPr>
          <w:r>
            <w:t>Smlouva o dílo</w:t>
          </w:r>
        </w:p>
        <w:p w14:paraId="0ABE324B"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3D9C297C" w14:textId="2B7A0F73"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4</w:t>
          </w:r>
          <w:r>
            <w:rPr>
              <w:rStyle w:val="slostrnky"/>
            </w:rPr>
            <w:fldChar w:fldCharType="end"/>
          </w:r>
        </w:p>
      </w:tc>
    </w:tr>
  </w:tbl>
  <w:p w14:paraId="5E569996" w14:textId="77777777" w:rsidR="003E7501" w:rsidRPr="00B8518B" w:rsidRDefault="003E750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D6A3E" w14:textId="77777777" w:rsidR="003E7501" w:rsidRDefault="003E7501" w:rsidP="00C1662E">
    <w:pPr>
      <w:pStyle w:val="Zpat"/>
      <w:rPr>
        <w:sz w:val="2"/>
        <w:szCs w:val="2"/>
      </w:rPr>
    </w:pPr>
  </w:p>
  <w:p w14:paraId="05387E41" w14:textId="77777777" w:rsidR="003E7501" w:rsidRPr="00B3350F" w:rsidRDefault="003E7501" w:rsidP="00C82D65">
    <w:pPr>
      <w:spacing w:after="0" w:line="240" w:lineRule="auto"/>
      <w:rPr>
        <w:sz w:val="4"/>
        <w:szCs w:val="4"/>
      </w:rPr>
    </w:pPr>
    <w:r w:rsidRPr="004C7962">
      <w:rPr>
        <w:noProof/>
        <w:lang w:eastAsia="cs-CZ"/>
      </w:rPr>
      <w:drawing>
        <wp:inline distT="0" distB="0" distL="0" distR="0" wp14:anchorId="46DEE75E" wp14:editId="705EC927">
          <wp:extent cx="1098000" cy="630000"/>
          <wp:effectExtent l="0" t="0" r="6985" b="0"/>
          <wp:docPr id="2" name="Obrázek 2"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27D1AED5" w14:textId="27C2BE80" w:rsidR="003E7501" w:rsidRPr="001E4BDC" w:rsidRDefault="003E7501" w:rsidP="00C1662E">
    <w:pPr>
      <w:pStyle w:val="Zpat"/>
      <w:rPr>
        <w:sz w:val="12"/>
        <w:szCs w:val="12"/>
      </w:rPr>
    </w:pPr>
  </w:p>
  <w:p w14:paraId="322CE0D8" w14:textId="793171DA" w:rsidR="003E7501" w:rsidRPr="001E4BDC" w:rsidRDefault="003E750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576E4CB6" w14:textId="77777777" w:rsidTr="00F13FDA">
      <w:tc>
        <w:tcPr>
          <w:tcW w:w="1021" w:type="dxa"/>
          <w:vAlign w:val="bottom"/>
        </w:tcPr>
        <w:p w14:paraId="55FBAD66" w14:textId="0BCA0BE4"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3E7501" w:rsidRPr="00DD4862" w:rsidRDefault="003E7501" w:rsidP="00F13FDA">
          <w:pPr>
            <w:pStyle w:val="Zpatvlevo"/>
            <w:rPr>
              <w:b/>
            </w:rPr>
          </w:pPr>
          <w:r w:rsidRPr="00DD4862">
            <w:rPr>
              <w:b/>
            </w:rPr>
            <w:t>Příloha č. 1</w:t>
          </w:r>
        </w:p>
        <w:p w14:paraId="09312A8D" w14:textId="77777777" w:rsidR="003E7501" w:rsidRDefault="003E7501" w:rsidP="00F13FDA">
          <w:pPr>
            <w:pStyle w:val="Zpatvlevo"/>
          </w:pPr>
          <w:r w:rsidRPr="00B41CFD">
            <w:t>Smlouva o dílo</w:t>
          </w:r>
        </w:p>
        <w:p w14:paraId="3E3A2370" w14:textId="77777777" w:rsidR="003E7501" w:rsidRPr="003462EB" w:rsidRDefault="003E7501" w:rsidP="00F13FDA">
          <w:pPr>
            <w:pStyle w:val="Zpatvlevo"/>
          </w:pPr>
          <w:r w:rsidRPr="00B41CFD">
            <w:t>Zhotovení stavby</w:t>
          </w:r>
        </w:p>
      </w:tc>
    </w:tr>
  </w:tbl>
  <w:p w14:paraId="3D81D7D4" w14:textId="77777777" w:rsidR="003E7501" w:rsidRPr="00F13FDA" w:rsidRDefault="003E750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E091" w14:textId="77777777" w:rsidR="003E7501" w:rsidRDefault="003E750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DC7AE6" w14:textId="77777777" w:rsidTr="00A0271B">
      <w:tc>
        <w:tcPr>
          <w:tcW w:w="0" w:type="auto"/>
          <w:tcMar>
            <w:left w:w="0" w:type="dxa"/>
            <w:right w:w="0" w:type="dxa"/>
          </w:tcMar>
          <w:vAlign w:val="bottom"/>
        </w:tcPr>
        <w:p w14:paraId="1660DAD1" w14:textId="77777777" w:rsidR="003E7501" w:rsidRPr="00DD4862" w:rsidRDefault="003E7501" w:rsidP="00A0271B">
          <w:pPr>
            <w:pStyle w:val="Zpatvpravo"/>
            <w:rPr>
              <w:b/>
            </w:rPr>
          </w:pPr>
          <w:r w:rsidRPr="00DD4862">
            <w:rPr>
              <w:b/>
            </w:rPr>
            <w:t>Příloha č. 1</w:t>
          </w:r>
        </w:p>
        <w:p w14:paraId="1CB749FC" w14:textId="77777777" w:rsidR="003E7501" w:rsidRPr="003462EB" w:rsidRDefault="003E7501" w:rsidP="00A0271B">
          <w:pPr>
            <w:pStyle w:val="Zpatvpravo"/>
          </w:pPr>
          <w:r>
            <w:t>Smlouva o dílo</w:t>
          </w:r>
        </w:p>
        <w:p w14:paraId="3E9E1C04" w14:textId="77777777" w:rsidR="003E7501" w:rsidRPr="003462EB" w:rsidRDefault="003E7501" w:rsidP="00DD4862">
          <w:pPr>
            <w:pStyle w:val="Zpatvpravo"/>
            <w:rPr>
              <w:rStyle w:val="slostrnky"/>
              <w:b w:val="0"/>
              <w:color w:val="auto"/>
              <w:sz w:val="12"/>
            </w:rPr>
          </w:pPr>
          <w:r w:rsidRPr="003462EB">
            <w:t xml:space="preserve">Zhotovení stavby </w:t>
          </w:r>
        </w:p>
      </w:tc>
      <w:tc>
        <w:tcPr>
          <w:tcW w:w="1021" w:type="dxa"/>
          <w:vAlign w:val="bottom"/>
        </w:tcPr>
        <w:p w14:paraId="52A5ACA1" w14:textId="1F632712" w:rsidR="003E7501" w:rsidRPr="009E09BE" w:rsidRDefault="003E750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7D639E4C" w14:textId="77777777" w:rsidR="003E7501" w:rsidRPr="00B8518B" w:rsidRDefault="003E750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31324F47" w14:textId="77777777" w:rsidTr="00F13FDA">
      <w:tc>
        <w:tcPr>
          <w:tcW w:w="1021" w:type="dxa"/>
          <w:vAlign w:val="bottom"/>
        </w:tcPr>
        <w:p w14:paraId="4660D5CA" w14:textId="5C8E1ED0"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3E7501" w:rsidRPr="00DD4862" w:rsidRDefault="003E7501" w:rsidP="00F13FDA">
          <w:pPr>
            <w:pStyle w:val="Zpatvlevo"/>
            <w:rPr>
              <w:b/>
            </w:rPr>
          </w:pPr>
          <w:r>
            <w:rPr>
              <w:b/>
            </w:rPr>
            <w:t>Příloha č. 2</w:t>
          </w:r>
        </w:p>
        <w:p w14:paraId="0C1A6B71" w14:textId="77777777" w:rsidR="003E7501" w:rsidRDefault="003E7501" w:rsidP="00F13FDA">
          <w:pPr>
            <w:pStyle w:val="Zpatvlevo"/>
          </w:pPr>
          <w:r w:rsidRPr="00B41CFD">
            <w:t>Smlouva o dílo</w:t>
          </w:r>
        </w:p>
        <w:p w14:paraId="6C987E4D" w14:textId="77777777" w:rsidR="003E7501" w:rsidRPr="003462EB" w:rsidRDefault="003E7501" w:rsidP="00F13FDA">
          <w:pPr>
            <w:pStyle w:val="Zpatvlevo"/>
          </w:pPr>
          <w:r w:rsidRPr="00B41CFD">
            <w:t>Zhotovení stavby</w:t>
          </w:r>
        </w:p>
      </w:tc>
    </w:tr>
  </w:tbl>
  <w:p w14:paraId="721821A5" w14:textId="77777777" w:rsidR="003E7501" w:rsidRPr="00F13FDA" w:rsidRDefault="003E750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38E8F7EA" w14:textId="77777777" w:rsidTr="00A0271B">
      <w:tc>
        <w:tcPr>
          <w:tcW w:w="0" w:type="auto"/>
          <w:tcMar>
            <w:left w:w="0" w:type="dxa"/>
            <w:right w:w="0" w:type="dxa"/>
          </w:tcMar>
          <w:vAlign w:val="bottom"/>
        </w:tcPr>
        <w:p w14:paraId="12959C17" w14:textId="77777777" w:rsidR="003E7501" w:rsidRPr="00DD4862" w:rsidRDefault="003E7501" w:rsidP="00A0271B">
          <w:pPr>
            <w:pStyle w:val="Zpatvpravo"/>
            <w:rPr>
              <w:b/>
            </w:rPr>
          </w:pPr>
          <w:r w:rsidRPr="00DD4862">
            <w:rPr>
              <w:b/>
            </w:rPr>
            <w:t>Příloha č. 2</w:t>
          </w:r>
        </w:p>
        <w:p w14:paraId="1091D5F5" w14:textId="77777777" w:rsidR="003E7501" w:rsidRPr="003462EB" w:rsidRDefault="003E7501" w:rsidP="00A0271B">
          <w:pPr>
            <w:pStyle w:val="Zpatvpravo"/>
          </w:pPr>
          <w:r>
            <w:t>Smlouva o dílo</w:t>
          </w:r>
        </w:p>
        <w:p w14:paraId="45C9C2F0"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68484E19" w14:textId="2E258D52"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5C7B95E3" w14:textId="77777777" w:rsidR="003E7501" w:rsidRPr="00B8518B" w:rsidRDefault="003E750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3E7501" w:rsidRPr="003462EB" w14:paraId="1C83CE55" w14:textId="77777777" w:rsidTr="00F13FDA">
      <w:tc>
        <w:tcPr>
          <w:tcW w:w="1021" w:type="dxa"/>
          <w:vAlign w:val="bottom"/>
        </w:tcPr>
        <w:p w14:paraId="5CCDD256" w14:textId="77777777" w:rsidR="003E7501" w:rsidRPr="00B8518B" w:rsidRDefault="003E750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3E7501" w:rsidRPr="00DD4862" w:rsidRDefault="003E7501" w:rsidP="00F13FDA">
          <w:pPr>
            <w:pStyle w:val="Zpatvlevo"/>
            <w:rPr>
              <w:b/>
            </w:rPr>
          </w:pPr>
          <w:r>
            <w:rPr>
              <w:b/>
            </w:rPr>
            <w:t>Příloha č. 3</w:t>
          </w:r>
        </w:p>
        <w:p w14:paraId="4666136E" w14:textId="77777777" w:rsidR="003E7501" w:rsidRDefault="003E7501" w:rsidP="00F13FDA">
          <w:pPr>
            <w:pStyle w:val="Zpatvlevo"/>
          </w:pPr>
          <w:r w:rsidRPr="00B41CFD">
            <w:t>Smlouva o dílo</w:t>
          </w:r>
        </w:p>
        <w:p w14:paraId="55042ECA" w14:textId="77777777" w:rsidR="003E7501" w:rsidRPr="003462EB" w:rsidRDefault="003E7501" w:rsidP="00F13FDA">
          <w:pPr>
            <w:pStyle w:val="Zpatvlevo"/>
          </w:pPr>
          <w:r w:rsidRPr="00B41CFD">
            <w:t>Zhotovení stavby</w:t>
          </w:r>
        </w:p>
      </w:tc>
    </w:tr>
  </w:tbl>
  <w:p w14:paraId="078F4948" w14:textId="77777777" w:rsidR="003E7501" w:rsidRPr="00F13FDA" w:rsidRDefault="003E750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3E7501" w:rsidRPr="009E09BE" w14:paraId="236B1D3C" w14:textId="77777777" w:rsidTr="00A0271B">
      <w:tc>
        <w:tcPr>
          <w:tcW w:w="0" w:type="auto"/>
          <w:tcMar>
            <w:left w:w="0" w:type="dxa"/>
            <w:right w:w="0" w:type="dxa"/>
          </w:tcMar>
          <w:vAlign w:val="bottom"/>
        </w:tcPr>
        <w:p w14:paraId="1DE31B10" w14:textId="77777777" w:rsidR="003E7501" w:rsidRPr="00DD4862" w:rsidRDefault="003E7501" w:rsidP="00A0271B">
          <w:pPr>
            <w:pStyle w:val="Zpatvpravo"/>
            <w:rPr>
              <w:b/>
            </w:rPr>
          </w:pPr>
          <w:r w:rsidRPr="00DD4862">
            <w:rPr>
              <w:b/>
            </w:rPr>
            <w:t xml:space="preserve">Příloha č. </w:t>
          </w:r>
          <w:r>
            <w:rPr>
              <w:b/>
            </w:rPr>
            <w:t>3</w:t>
          </w:r>
        </w:p>
        <w:p w14:paraId="2C91EB49" w14:textId="77777777" w:rsidR="003E7501" w:rsidRPr="003462EB" w:rsidRDefault="003E7501" w:rsidP="00A0271B">
          <w:pPr>
            <w:pStyle w:val="Zpatvpravo"/>
          </w:pPr>
          <w:r>
            <w:t>Smlouva o dílo</w:t>
          </w:r>
        </w:p>
        <w:p w14:paraId="74FC2B61" w14:textId="77777777" w:rsidR="003E7501" w:rsidRPr="003462EB" w:rsidRDefault="003E7501" w:rsidP="00A0271B">
          <w:pPr>
            <w:pStyle w:val="Zpatvpravo"/>
            <w:rPr>
              <w:rStyle w:val="slostrnky"/>
              <w:b w:val="0"/>
              <w:color w:val="auto"/>
              <w:sz w:val="12"/>
            </w:rPr>
          </w:pPr>
          <w:r w:rsidRPr="003462EB">
            <w:t xml:space="preserve">Zhotovení stavby </w:t>
          </w:r>
        </w:p>
      </w:tc>
      <w:tc>
        <w:tcPr>
          <w:tcW w:w="1021" w:type="dxa"/>
          <w:vAlign w:val="bottom"/>
        </w:tcPr>
        <w:p w14:paraId="09191C9B" w14:textId="52C8E3CB" w:rsidR="003E7501" w:rsidRPr="009E09BE" w:rsidRDefault="003E750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C44774">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E16E5F">
            <w:rPr>
              <w:rStyle w:val="slostrnky"/>
              <w:noProof/>
            </w:rPr>
            <w:t>1</w:t>
          </w:r>
          <w:r>
            <w:rPr>
              <w:rStyle w:val="slostrnky"/>
            </w:rPr>
            <w:fldChar w:fldCharType="end"/>
          </w:r>
        </w:p>
      </w:tc>
    </w:tr>
  </w:tbl>
  <w:p w14:paraId="5F4D3FBE" w14:textId="77777777" w:rsidR="003E7501" w:rsidRPr="00B8518B" w:rsidRDefault="003E750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649978" w14:textId="77777777" w:rsidR="003E7501" w:rsidRDefault="003E7501" w:rsidP="00962258">
      <w:pPr>
        <w:spacing w:after="0" w:line="240" w:lineRule="auto"/>
      </w:pPr>
      <w:r>
        <w:separator/>
      </w:r>
    </w:p>
  </w:footnote>
  <w:footnote w:type="continuationSeparator" w:id="0">
    <w:p w14:paraId="0378FD30" w14:textId="77777777" w:rsidR="003E7501" w:rsidRDefault="003E7501"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E7501" w14:paraId="3B79F732" w14:textId="77777777" w:rsidTr="00B22106">
      <w:trPr>
        <w:trHeight w:hRule="exact" w:val="936"/>
      </w:trPr>
      <w:tc>
        <w:tcPr>
          <w:tcW w:w="1361" w:type="dxa"/>
          <w:tcMar>
            <w:left w:w="0" w:type="dxa"/>
            <w:right w:w="0" w:type="dxa"/>
          </w:tcMar>
        </w:tcPr>
        <w:p w14:paraId="227E3247"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5E5B8C22" w14:textId="19B2EC42" w:rsidR="003E7501" w:rsidRDefault="003E7501"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1E6C5913" w:rsidR="003E7501" w:rsidRPr="00D6163D" w:rsidRDefault="003E7501" w:rsidP="00FC6389">
          <w:pPr>
            <w:pStyle w:val="Druhdokumentu"/>
          </w:pPr>
        </w:p>
      </w:tc>
    </w:tr>
    <w:tr w:rsidR="003E7501" w14:paraId="1DFD2EDD" w14:textId="77777777" w:rsidTr="00B22106">
      <w:trPr>
        <w:trHeight w:hRule="exact" w:val="936"/>
      </w:trPr>
      <w:tc>
        <w:tcPr>
          <w:tcW w:w="1361" w:type="dxa"/>
          <w:tcMar>
            <w:left w:w="0" w:type="dxa"/>
            <w:right w:w="0" w:type="dxa"/>
          </w:tcMar>
        </w:tcPr>
        <w:p w14:paraId="510D1780" w14:textId="77777777" w:rsidR="003E7501" w:rsidRPr="00B8518B" w:rsidRDefault="003E7501" w:rsidP="00FC6389">
          <w:pPr>
            <w:pStyle w:val="Zpat"/>
            <w:rPr>
              <w:rStyle w:val="slostrnky"/>
            </w:rPr>
          </w:pPr>
        </w:p>
      </w:tc>
      <w:tc>
        <w:tcPr>
          <w:tcW w:w="3458" w:type="dxa"/>
          <w:shd w:val="clear" w:color="auto" w:fill="auto"/>
          <w:tcMar>
            <w:left w:w="0" w:type="dxa"/>
            <w:right w:w="0" w:type="dxa"/>
          </w:tcMar>
        </w:tcPr>
        <w:p w14:paraId="7E4B5746" w14:textId="77777777" w:rsidR="003E7501" w:rsidRDefault="003E7501" w:rsidP="00FC6389">
          <w:pPr>
            <w:pStyle w:val="Zpat"/>
          </w:pPr>
        </w:p>
      </w:tc>
      <w:tc>
        <w:tcPr>
          <w:tcW w:w="5756" w:type="dxa"/>
          <w:shd w:val="clear" w:color="auto" w:fill="auto"/>
          <w:tcMar>
            <w:left w:w="0" w:type="dxa"/>
            <w:right w:w="0" w:type="dxa"/>
          </w:tcMar>
        </w:tcPr>
        <w:p w14:paraId="2B60071A" w14:textId="77777777" w:rsidR="003E7501" w:rsidRPr="00D6163D" w:rsidRDefault="003E7501" w:rsidP="00FC6389">
          <w:pPr>
            <w:pStyle w:val="Druhdokumentu"/>
          </w:pPr>
        </w:p>
      </w:tc>
    </w:tr>
  </w:tbl>
  <w:p w14:paraId="14FB9387" w14:textId="77777777" w:rsidR="003E7501" w:rsidRPr="00D6163D" w:rsidRDefault="003E7501" w:rsidP="00FC6389">
    <w:pPr>
      <w:pStyle w:val="Zhlav"/>
      <w:rPr>
        <w:sz w:val="8"/>
        <w:szCs w:val="8"/>
      </w:rPr>
    </w:pPr>
  </w:p>
  <w:p w14:paraId="12576136" w14:textId="77777777" w:rsidR="003E7501" w:rsidRPr="00460660" w:rsidRDefault="003E750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48A54" w14:textId="77777777" w:rsidR="003E7501" w:rsidRPr="00D6163D" w:rsidRDefault="003E750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847C2" w14:textId="77777777" w:rsidR="003E7501" w:rsidRPr="00D6163D" w:rsidRDefault="003E750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ABDE8A" w14:textId="77777777" w:rsidR="003E7501" w:rsidRPr="00D6163D" w:rsidRDefault="003E750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2DDA" w14:textId="77777777" w:rsidR="003E7501" w:rsidRPr="00D6163D" w:rsidRDefault="003E750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35476" w14:textId="77777777" w:rsidR="003E7501" w:rsidRPr="00D6163D" w:rsidRDefault="003E750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9C1BF" w14:textId="77777777" w:rsidR="003E7501" w:rsidRPr="00D6163D" w:rsidRDefault="003E750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BABDC" w14:textId="77777777" w:rsidR="003E7501" w:rsidRPr="00D6163D" w:rsidRDefault="003E750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F879F" w14:textId="77777777" w:rsidR="003E7501" w:rsidRPr="00D6163D" w:rsidRDefault="003E750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9E6648"/>
    <w:multiLevelType w:val="hybridMultilevel"/>
    <w:tmpl w:val="B3ECD9F2"/>
    <w:lvl w:ilvl="0" w:tplc="01F0AA02">
      <w:start w:val="1"/>
      <w:numFmt w:val="lowerLetter"/>
      <w:lvlText w:val="%1)"/>
      <w:lvlJc w:val="left"/>
      <w:pPr>
        <w:ind w:left="1863" w:hanging="360"/>
      </w:pPr>
      <w:rPr>
        <w:rFonts w:hint="default"/>
      </w:rPr>
    </w:lvl>
    <w:lvl w:ilvl="1" w:tplc="04050019" w:tentative="1">
      <w:start w:val="1"/>
      <w:numFmt w:val="lowerLetter"/>
      <w:lvlText w:val="%2."/>
      <w:lvlJc w:val="left"/>
      <w:pPr>
        <w:ind w:left="2583" w:hanging="360"/>
      </w:pPr>
    </w:lvl>
    <w:lvl w:ilvl="2" w:tplc="0405001B" w:tentative="1">
      <w:start w:val="1"/>
      <w:numFmt w:val="lowerRoman"/>
      <w:lvlText w:val="%3."/>
      <w:lvlJc w:val="right"/>
      <w:pPr>
        <w:ind w:left="3303" w:hanging="180"/>
      </w:pPr>
    </w:lvl>
    <w:lvl w:ilvl="3" w:tplc="0405000F" w:tentative="1">
      <w:start w:val="1"/>
      <w:numFmt w:val="decimal"/>
      <w:lvlText w:val="%4."/>
      <w:lvlJc w:val="left"/>
      <w:pPr>
        <w:ind w:left="4023" w:hanging="360"/>
      </w:pPr>
    </w:lvl>
    <w:lvl w:ilvl="4" w:tplc="04050019" w:tentative="1">
      <w:start w:val="1"/>
      <w:numFmt w:val="lowerLetter"/>
      <w:lvlText w:val="%5."/>
      <w:lvlJc w:val="left"/>
      <w:pPr>
        <w:ind w:left="4743" w:hanging="360"/>
      </w:pPr>
    </w:lvl>
    <w:lvl w:ilvl="5" w:tplc="0405001B" w:tentative="1">
      <w:start w:val="1"/>
      <w:numFmt w:val="lowerRoman"/>
      <w:lvlText w:val="%6."/>
      <w:lvlJc w:val="right"/>
      <w:pPr>
        <w:ind w:left="5463" w:hanging="180"/>
      </w:pPr>
    </w:lvl>
    <w:lvl w:ilvl="6" w:tplc="0405000F" w:tentative="1">
      <w:start w:val="1"/>
      <w:numFmt w:val="decimal"/>
      <w:lvlText w:val="%7."/>
      <w:lvlJc w:val="left"/>
      <w:pPr>
        <w:ind w:left="6183" w:hanging="360"/>
      </w:pPr>
    </w:lvl>
    <w:lvl w:ilvl="7" w:tplc="04050019" w:tentative="1">
      <w:start w:val="1"/>
      <w:numFmt w:val="lowerLetter"/>
      <w:lvlText w:val="%8."/>
      <w:lvlJc w:val="left"/>
      <w:pPr>
        <w:ind w:left="6903" w:hanging="360"/>
      </w:pPr>
    </w:lvl>
    <w:lvl w:ilvl="8" w:tplc="0405001B" w:tentative="1">
      <w:start w:val="1"/>
      <w:numFmt w:val="lowerRoman"/>
      <w:lvlText w:val="%9."/>
      <w:lvlJc w:val="right"/>
      <w:pPr>
        <w:ind w:left="7623" w:hanging="180"/>
      </w:pPr>
    </w:lvl>
  </w:abstractNum>
  <w:abstractNum w:abstractNumId="10"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488180011">
    <w:abstractNumId w:val="3"/>
  </w:num>
  <w:num w:numId="2" w16cid:durableId="1207909629">
    <w:abstractNumId w:val="1"/>
  </w:num>
  <w:num w:numId="3" w16cid:durableId="377095942">
    <w:abstractNumId w:val="13"/>
  </w:num>
  <w:num w:numId="4" w16cid:durableId="515391970">
    <w:abstractNumId w:val="4"/>
  </w:num>
  <w:num w:numId="5" w16cid:durableId="130662120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38638593">
    <w:abstractNumId w:val="6"/>
  </w:num>
  <w:num w:numId="7" w16cid:durableId="957835360">
    <w:abstractNumId w:val="8"/>
  </w:num>
  <w:num w:numId="8" w16cid:durableId="637876158">
    <w:abstractNumId w:val="11"/>
  </w:num>
  <w:num w:numId="9" w16cid:durableId="1372808188">
    <w:abstractNumId w:val="0"/>
  </w:num>
  <w:num w:numId="10" w16cid:durableId="1754008338">
    <w:abstractNumId w:val="2"/>
  </w:num>
  <w:num w:numId="11" w16cid:durableId="744886429">
    <w:abstractNumId w:val="15"/>
  </w:num>
  <w:num w:numId="12" w16cid:durableId="19668918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724798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1414185">
    <w:abstractNumId w:val="0"/>
  </w:num>
  <w:num w:numId="15" w16cid:durableId="751659954">
    <w:abstractNumId w:val="2"/>
  </w:num>
  <w:num w:numId="16" w16cid:durableId="33817108">
    <w:abstractNumId w:val="2"/>
  </w:num>
  <w:num w:numId="17" w16cid:durableId="1142887161">
    <w:abstractNumId w:val="6"/>
  </w:num>
  <w:num w:numId="18" w16cid:durableId="57630453">
    <w:abstractNumId w:val="6"/>
  </w:num>
  <w:num w:numId="19" w16cid:durableId="1521504980">
    <w:abstractNumId w:val="6"/>
  </w:num>
  <w:num w:numId="20" w16cid:durableId="250242461">
    <w:abstractNumId w:val="6"/>
  </w:num>
  <w:num w:numId="21" w16cid:durableId="1216165626">
    <w:abstractNumId w:val="8"/>
  </w:num>
  <w:num w:numId="22" w16cid:durableId="1788084395">
    <w:abstractNumId w:val="8"/>
  </w:num>
  <w:num w:numId="23" w16cid:durableId="1587180531">
    <w:abstractNumId w:val="8"/>
  </w:num>
  <w:num w:numId="24" w16cid:durableId="1002902482">
    <w:abstractNumId w:val="8"/>
  </w:num>
  <w:num w:numId="25" w16cid:durableId="1094597426">
    <w:abstractNumId w:val="11"/>
  </w:num>
  <w:num w:numId="26" w16cid:durableId="534081638">
    <w:abstractNumId w:val="0"/>
  </w:num>
  <w:num w:numId="27" w16cid:durableId="1085735122">
    <w:abstractNumId w:val="0"/>
  </w:num>
  <w:num w:numId="28" w16cid:durableId="1549225992">
    <w:abstractNumId w:val="2"/>
  </w:num>
  <w:num w:numId="29" w16cid:durableId="1957129628">
    <w:abstractNumId w:val="2"/>
  </w:num>
  <w:num w:numId="30" w16cid:durableId="1623728273">
    <w:abstractNumId w:val="15"/>
  </w:num>
  <w:num w:numId="31" w16cid:durableId="1642616209">
    <w:abstractNumId w:val="15"/>
  </w:num>
  <w:num w:numId="32" w16cid:durableId="10259862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87256084">
    <w:abstractNumId w:val="14"/>
  </w:num>
  <w:num w:numId="34" w16cid:durableId="12121836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397023765">
    <w:abstractNumId w:val="16"/>
  </w:num>
  <w:num w:numId="36" w16cid:durableId="840126242">
    <w:abstractNumId w:val="0"/>
  </w:num>
  <w:num w:numId="37" w16cid:durableId="1008798471">
    <w:abstractNumId w:val="10"/>
  </w:num>
  <w:num w:numId="38" w16cid:durableId="1503083567">
    <w:abstractNumId w:val="0"/>
  </w:num>
  <w:num w:numId="39" w16cid:durableId="873613043">
    <w:abstractNumId w:val="7"/>
  </w:num>
  <w:num w:numId="40" w16cid:durableId="892083541">
    <w:abstractNumId w:val="0"/>
  </w:num>
  <w:num w:numId="41" w16cid:durableId="362370522">
    <w:abstractNumId w:val="0"/>
  </w:num>
  <w:num w:numId="42" w16cid:durableId="292753038">
    <w:abstractNumId w:val="12"/>
  </w:num>
  <w:num w:numId="43" w16cid:durableId="1446194311">
    <w:abstractNumId w:val="17"/>
  </w:num>
  <w:num w:numId="44" w16cid:durableId="997726984">
    <w:abstractNumId w:val="0"/>
  </w:num>
  <w:num w:numId="45" w16cid:durableId="1589462069">
    <w:abstractNumId w:val="0"/>
  </w:num>
  <w:num w:numId="46" w16cid:durableId="268968758">
    <w:abstractNumId w:val="0"/>
  </w:num>
  <w:num w:numId="47" w16cid:durableId="91899945">
    <w:abstractNumId w:val="0"/>
  </w:num>
  <w:num w:numId="48" w16cid:durableId="587278325">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05FBB"/>
    <w:rsid w:val="00017F3C"/>
    <w:rsid w:val="00022F72"/>
    <w:rsid w:val="00022FF9"/>
    <w:rsid w:val="0002636E"/>
    <w:rsid w:val="00037D85"/>
    <w:rsid w:val="00041EC8"/>
    <w:rsid w:val="000432C2"/>
    <w:rsid w:val="0005402B"/>
    <w:rsid w:val="0006588D"/>
    <w:rsid w:val="00067A5E"/>
    <w:rsid w:val="000719BB"/>
    <w:rsid w:val="00072A65"/>
    <w:rsid w:val="00072C1E"/>
    <w:rsid w:val="0008335F"/>
    <w:rsid w:val="00095002"/>
    <w:rsid w:val="000B4EB8"/>
    <w:rsid w:val="000C2B01"/>
    <w:rsid w:val="000C41F2"/>
    <w:rsid w:val="000C4EB8"/>
    <w:rsid w:val="000C56C5"/>
    <w:rsid w:val="000D22C4"/>
    <w:rsid w:val="000D27D1"/>
    <w:rsid w:val="000E002D"/>
    <w:rsid w:val="000E1599"/>
    <w:rsid w:val="000E1A7F"/>
    <w:rsid w:val="001003EC"/>
    <w:rsid w:val="001047D9"/>
    <w:rsid w:val="00105CB7"/>
    <w:rsid w:val="00106CD8"/>
    <w:rsid w:val="00112864"/>
    <w:rsid w:val="00114472"/>
    <w:rsid w:val="00114988"/>
    <w:rsid w:val="00115069"/>
    <w:rsid w:val="001150F2"/>
    <w:rsid w:val="00121010"/>
    <w:rsid w:val="001270DC"/>
    <w:rsid w:val="00137224"/>
    <w:rsid w:val="00143EC0"/>
    <w:rsid w:val="00155EB3"/>
    <w:rsid w:val="001624A7"/>
    <w:rsid w:val="001656A2"/>
    <w:rsid w:val="00165977"/>
    <w:rsid w:val="00165A7B"/>
    <w:rsid w:val="001662B2"/>
    <w:rsid w:val="00170EC5"/>
    <w:rsid w:val="00173A70"/>
    <w:rsid w:val="001747C1"/>
    <w:rsid w:val="00177D6B"/>
    <w:rsid w:val="0018030C"/>
    <w:rsid w:val="00181374"/>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9381E"/>
    <w:rsid w:val="002A3B57"/>
    <w:rsid w:val="002C03CB"/>
    <w:rsid w:val="002C0721"/>
    <w:rsid w:val="002C11E7"/>
    <w:rsid w:val="002C31BF"/>
    <w:rsid w:val="002D7AA5"/>
    <w:rsid w:val="002D7FD6"/>
    <w:rsid w:val="002E0CD7"/>
    <w:rsid w:val="002E0CFB"/>
    <w:rsid w:val="002E5C7B"/>
    <w:rsid w:val="002F31D9"/>
    <w:rsid w:val="002F423A"/>
    <w:rsid w:val="002F4333"/>
    <w:rsid w:val="0030003A"/>
    <w:rsid w:val="00306966"/>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3E7501"/>
    <w:rsid w:val="0040376C"/>
    <w:rsid w:val="0040659D"/>
    <w:rsid w:val="004078F3"/>
    <w:rsid w:val="00415EFB"/>
    <w:rsid w:val="004160CB"/>
    <w:rsid w:val="00427794"/>
    <w:rsid w:val="004328E4"/>
    <w:rsid w:val="00450F07"/>
    <w:rsid w:val="00453CD3"/>
    <w:rsid w:val="00455CE8"/>
    <w:rsid w:val="00460660"/>
    <w:rsid w:val="00464BA9"/>
    <w:rsid w:val="00473225"/>
    <w:rsid w:val="00483969"/>
    <w:rsid w:val="00484FB4"/>
    <w:rsid w:val="00486107"/>
    <w:rsid w:val="00486EAD"/>
    <w:rsid w:val="00491827"/>
    <w:rsid w:val="004A36B7"/>
    <w:rsid w:val="004A3892"/>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1808"/>
    <w:rsid w:val="005642FF"/>
    <w:rsid w:val="00567E99"/>
    <w:rsid w:val="005736B7"/>
    <w:rsid w:val="00575E5A"/>
    <w:rsid w:val="00580245"/>
    <w:rsid w:val="00582A82"/>
    <w:rsid w:val="00590C91"/>
    <w:rsid w:val="00595534"/>
    <w:rsid w:val="005967BE"/>
    <w:rsid w:val="005A1F44"/>
    <w:rsid w:val="005A5C26"/>
    <w:rsid w:val="005B4616"/>
    <w:rsid w:val="005D3C39"/>
    <w:rsid w:val="005D6794"/>
    <w:rsid w:val="005E1410"/>
    <w:rsid w:val="005E69D2"/>
    <w:rsid w:val="005E7125"/>
    <w:rsid w:val="005F3A8C"/>
    <w:rsid w:val="00600ECE"/>
    <w:rsid w:val="00601A8C"/>
    <w:rsid w:val="00606FE8"/>
    <w:rsid w:val="0061068E"/>
    <w:rsid w:val="006115D3"/>
    <w:rsid w:val="006231B6"/>
    <w:rsid w:val="00623FDC"/>
    <w:rsid w:val="0065610E"/>
    <w:rsid w:val="00660AD3"/>
    <w:rsid w:val="006776B6"/>
    <w:rsid w:val="006857BC"/>
    <w:rsid w:val="00693150"/>
    <w:rsid w:val="00695E20"/>
    <w:rsid w:val="006A12A4"/>
    <w:rsid w:val="006A5570"/>
    <w:rsid w:val="006A5576"/>
    <w:rsid w:val="006A689C"/>
    <w:rsid w:val="006B3D79"/>
    <w:rsid w:val="006B6FE4"/>
    <w:rsid w:val="006C2343"/>
    <w:rsid w:val="006C442A"/>
    <w:rsid w:val="006D30C1"/>
    <w:rsid w:val="006D6559"/>
    <w:rsid w:val="006E0578"/>
    <w:rsid w:val="006E1DF8"/>
    <w:rsid w:val="006E314D"/>
    <w:rsid w:val="006E7799"/>
    <w:rsid w:val="006F0158"/>
    <w:rsid w:val="006F4030"/>
    <w:rsid w:val="006F50CD"/>
    <w:rsid w:val="00700B0F"/>
    <w:rsid w:val="00704D1E"/>
    <w:rsid w:val="00710723"/>
    <w:rsid w:val="007145F3"/>
    <w:rsid w:val="00723ED1"/>
    <w:rsid w:val="0072651E"/>
    <w:rsid w:val="00732675"/>
    <w:rsid w:val="00732918"/>
    <w:rsid w:val="00737E63"/>
    <w:rsid w:val="00740AF5"/>
    <w:rsid w:val="00743525"/>
    <w:rsid w:val="007470DC"/>
    <w:rsid w:val="007541A2"/>
    <w:rsid w:val="00755818"/>
    <w:rsid w:val="007616C2"/>
    <w:rsid w:val="007621E5"/>
    <w:rsid w:val="0076286B"/>
    <w:rsid w:val="00766846"/>
    <w:rsid w:val="0076741A"/>
    <w:rsid w:val="00773E76"/>
    <w:rsid w:val="0077673A"/>
    <w:rsid w:val="00780051"/>
    <w:rsid w:val="007846E1"/>
    <w:rsid w:val="007847D6"/>
    <w:rsid w:val="007853BA"/>
    <w:rsid w:val="0078589A"/>
    <w:rsid w:val="00795154"/>
    <w:rsid w:val="007A0137"/>
    <w:rsid w:val="007A5172"/>
    <w:rsid w:val="007A67A0"/>
    <w:rsid w:val="007A7DDE"/>
    <w:rsid w:val="007B570C"/>
    <w:rsid w:val="007B68F6"/>
    <w:rsid w:val="007C0E5F"/>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169E"/>
    <w:rsid w:val="00855446"/>
    <w:rsid w:val="00866994"/>
    <w:rsid w:val="00883098"/>
    <w:rsid w:val="00884582"/>
    <w:rsid w:val="0089098F"/>
    <w:rsid w:val="008A3568"/>
    <w:rsid w:val="008A5D8E"/>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139B"/>
    <w:rsid w:val="00922385"/>
    <w:rsid w:val="009223DF"/>
    <w:rsid w:val="0092378A"/>
    <w:rsid w:val="00936091"/>
    <w:rsid w:val="00940D8A"/>
    <w:rsid w:val="009445AE"/>
    <w:rsid w:val="00946FE9"/>
    <w:rsid w:val="00950FD8"/>
    <w:rsid w:val="0096011F"/>
    <w:rsid w:val="00962258"/>
    <w:rsid w:val="00966BE8"/>
    <w:rsid w:val="009678B7"/>
    <w:rsid w:val="00974AE2"/>
    <w:rsid w:val="009809A9"/>
    <w:rsid w:val="0098100D"/>
    <w:rsid w:val="00985DF9"/>
    <w:rsid w:val="00992D9C"/>
    <w:rsid w:val="00995DF9"/>
    <w:rsid w:val="00996CB8"/>
    <w:rsid w:val="009A0E00"/>
    <w:rsid w:val="009A12BD"/>
    <w:rsid w:val="009B03FF"/>
    <w:rsid w:val="009B2E97"/>
    <w:rsid w:val="009B4201"/>
    <w:rsid w:val="009B5146"/>
    <w:rsid w:val="009C12D7"/>
    <w:rsid w:val="009C418E"/>
    <w:rsid w:val="009C442C"/>
    <w:rsid w:val="009D5D51"/>
    <w:rsid w:val="009D7398"/>
    <w:rsid w:val="009E07F4"/>
    <w:rsid w:val="009F0867"/>
    <w:rsid w:val="009F309B"/>
    <w:rsid w:val="009F392E"/>
    <w:rsid w:val="009F53C5"/>
    <w:rsid w:val="009F638B"/>
    <w:rsid w:val="00A0271B"/>
    <w:rsid w:val="00A0740E"/>
    <w:rsid w:val="00A07DDA"/>
    <w:rsid w:val="00A21726"/>
    <w:rsid w:val="00A21A01"/>
    <w:rsid w:val="00A25201"/>
    <w:rsid w:val="00A349C6"/>
    <w:rsid w:val="00A453A8"/>
    <w:rsid w:val="00A50641"/>
    <w:rsid w:val="00A530BF"/>
    <w:rsid w:val="00A54211"/>
    <w:rsid w:val="00A6177B"/>
    <w:rsid w:val="00A65D4D"/>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233E"/>
    <w:rsid w:val="00AC720D"/>
    <w:rsid w:val="00AD056F"/>
    <w:rsid w:val="00AD0C7B"/>
    <w:rsid w:val="00AD57AF"/>
    <w:rsid w:val="00AD5F1A"/>
    <w:rsid w:val="00AD6731"/>
    <w:rsid w:val="00AE4B52"/>
    <w:rsid w:val="00AF1E18"/>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774A6"/>
    <w:rsid w:val="00B836AA"/>
    <w:rsid w:val="00B8518B"/>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774"/>
    <w:rsid w:val="00C44F6A"/>
    <w:rsid w:val="00C4638F"/>
    <w:rsid w:val="00C55097"/>
    <w:rsid w:val="00C6198E"/>
    <w:rsid w:val="00C64C19"/>
    <w:rsid w:val="00C708EA"/>
    <w:rsid w:val="00C778A5"/>
    <w:rsid w:val="00C82D65"/>
    <w:rsid w:val="00C866F8"/>
    <w:rsid w:val="00C86A8C"/>
    <w:rsid w:val="00C9118F"/>
    <w:rsid w:val="00C95162"/>
    <w:rsid w:val="00CB4F6D"/>
    <w:rsid w:val="00CB6A37"/>
    <w:rsid w:val="00CB7684"/>
    <w:rsid w:val="00CC4EA8"/>
    <w:rsid w:val="00CC6517"/>
    <w:rsid w:val="00CC7C8F"/>
    <w:rsid w:val="00CC7CAD"/>
    <w:rsid w:val="00CD1FC4"/>
    <w:rsid w:val="00CD753C"/>
    <w:rsid w:val="00CE3EF8"/>
    <w:rsid w:val="00CE48A6"/>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3966"/>
    <w:rsid w:val="00D97BE3"/>
    <w:rsid w:val="00DA3711"/>
    <w:rsid w:val="00DD04AC"/>
    <w:rsid w:val="00DD1521"/>
    <w:rsid w:val="00DD46F3"/>
    <w:rsid w:val="00DD4862"/>
    <w:rsid w:val="00DE0D9C"/>
    <w:rsid w:val="00DE56F2"/>
    <w:rsid w:val="00DF116D"/>
    <w:rsid w:val="00DF5DED"/>
    <w:rsid w:val="00DF7604"/>
    <w:rsid w:val="00E00CD2"/>
    <w:rsid w:val="00E16E5F"/>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327F"/>
    <w:rsid w:val="00EB46E5"/>
    <w:rsid w:val="00ED14BD"/>
    <w:rsid w:val="00ED681C"/>
    <w:rsid w:val="00EE3BC9"/>
    <w:rsid w:val="00EE7A4C"/>
    <w:rsid w:val="00EE7F4C"/>
    <w:rsid w:val="00EF6C83"/>
    <w:rsid w:val="00EF6D64"/>
    <w:rsid w:val="00F016C7"/>
    <w:rsid w:val="00F12DEC"/>
    <w:rsid w:val="00F13FDA"/>
    <w:rsid w:val="00F1715C"/>
    <w:rsid w:val="00F21E6B"/>
    <w:rsid w:val="00F260D3"/>
    <w:rsid w:val="00F310F8"/>
    <w:rsid w:val="00F3578A"/>
    <w:rsid w:val="00F35939"/>
    <w:rsid w:val="00F422D3"/>
    <w:rsid w:val="00F43D42"/>
    <w:rsid w:val="00F45607"/>
    <w:rsid w:val="00F4722B"/>
    <w:rsid w:val="00F51FD9"/>
    <w:rsid w:val="00F54432"/>
    <w:rsid w:val="00F566DC"/>
    <w:rsid w:val="00F65035"/>
    <w:rsid w:val="00F659EB"/>
    <w:rsid w:val="00F762A8"/>
    <w:rsid w:val="00F772E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9D5D51"/>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237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ProchazkaT@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MaierM@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F29D6A18-5F39-45C2-B14A-A0F98BD98E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32</Pages>
  <Words>6705</Words>
  <Characters>39561</Characters>
  <Application>Microsoft Office Word</Application>
  <DocSecurity>0</DocSecurity>
  <Lines>329</Lines>
  <Paragraphs>92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2021-01-26T08:00:00Z</cp:lastPrinted>
  <dcterms:created xsi:type="dcterms:W3CDTF">2024-04-02T08:42:00Z</dcterms:created>
  <dcterms:modified xsi:type="dcterms:W3CDTF">2024-04-02T08:42:00Z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